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04A" w:rsidRPr="00915952" w:rsidRDefault="0012404A">
      <w:pPr>
        <w:pStyle w:val="normal0"/>
        <w:widowControl/>
        <w:rPr>
          <w:rFonts w:ascii="Times New Roman" w:hAnsi="Times New Roman" w:cs="Times New Roman"/>
          <w:color w:val="000000"/>
        </w:rPr>
      </w:pPr>
      <w:r w:rsidRPr="00915952">
        <w:rPr>
          <w:rFonts w:ascii="Times New Roman" w:hAnsi="Times New Roman" w:cs="Times New Roman"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0.5pt;height:716.25pt">
            <v:imagedata r:id="rId5" o:title=""/>
          </v:shape>
        </w:pict>
      </w:r>
    </w:p>
    <w:p w:rsidR="0012404A" w:rsidRDefault="0012404A">
      <w:pPr>
        <w:pStyle w:val="normal0"/>
        <w:jc w:val="center"/>
        <w:rPr>
          <w:rFonts w:ascii="Times New Roman" w:hAnsi="Times New Roman" w:cs="Times New Roman"/>
        </w:rPr>
        <w:sectPr w:rsidR="0012404A">
          <w:pgSz w:w="11906" w:h="16838"/>
          <w:pgMar w:top="1134" w:right="993" w:bottom="1134" w:left="850" w:header="708" w:footer="708" w:gutter="0"/>
          <w:pgNumType w:start="1"/>
          <w:cols w:space="720"/>
        </w:sectPr>
      </w:pPr>
    </w:p>
    <w:p w:rsidR="0012404A" w:rsidRDefault="0012404A">
      <w:pPr>
        <w:pStyle w:val="normal0"/>
        <w:widowControl/>
        <w:jc w:val="center"/>
        <w:rPr>
          <w:rFonts w:ascii="Times New Roman" w:hAnsi="Times New Roman" w:cs="Times New Roman"/>
          <w:color w:val="000000"/>
        </w:rPr>
      </w:pPr>
    </w:p>
    <w:p w:rsidR="0012404A" w:rsidRDefault="0012404A">
      <w:pPr>
        <w:pStyle w:val="normal0"/>
        <w:widowControl/>
        <w:jc w:val="center"/>
        <w:rPr>
          <w:rFonts w:ascii="Times New Roman" w:hAnsi="Times New Roman" w:cs="Times New Roman"/>
          <w:color w:val="000000"/>
        </w:rPr>
      </w:pPr>
    </w:p>
    <w:p w:rsidR="0012404A" w:rsidRDefault="0012404A">
      <w:pPr>
        <w:pStyle w:val="normal0"/>
        <w:ind w:right="6240"/>
        <w:jc w:val="both"/>
        <w:rPr>
          <w:rFonts w:ascii="Times New Roman" w:hAnsi="Times New Roman" w:cs="Times New Roman"/>
          <w:b/>
          <w:bCs/>
          <w:color w:val="000000"/>
          <w:highlight w:val="white"/>
        </w:rPr>
      </w:pPr>
    </w:p>
    <w:p w:rsidR="0012404A" w:rsidRDefault="0012404A">
      <w:pPr>
        <w:pStyle w:val="normal0"/>
        <w:jc w:val="center"/>
        <w:rPr>
          <w:rFonts w:ascii="Times New Roman" w:hAnsi="Times New Roman" w:cs="Times New Roman"/>
          <w:b/>
          <w:bCs/>
        </w:rPr>
      </w:pPr>
      <w:bookmarkStart w:id="0" w:name="gjdgxs" w:colFirst="0" w:colLast="0"/>
      <w:bookmarkEnd w:id="0"/>
    </w:p>
    <w:p w:rsidR="0012404A" w:rsidRDefault="0012404A">
      <w:pPr>
        <w:pStyle w:val="normal0"/>
        <w:spacing w:line="36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Пояснительная записка</w:t>
      </w:r>
    </w:p>
    <w:p w:rsidR="0012404A" w:rsidRDefault="0012404A">
      <w:pPr>
        <w:pStyle w:val="normal0"/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Рабочая программа  составлена с учетом следующих </w:t>
      </w:r>
      <w:r>
        <w:rPr>
          <w:rFonts w:ascii="Times New Roman" w:hAnsi="Times New Roman" w:cs="Times New Roman"/>
          <w:b/>
          <w:bCs/>
        </w:rPr>
        <w:t>нормативно-правовых документов:</w:t>
      </w:r>
    </w:p>
    <w:p w:rsidR="0012404A" w:rsidRDefault="0012404A">
      <w:pPr>
        <w:pStyle w:val="normal0"/>
        <w:numPr>
          <w:ilvl w:val="0"/>
          <w:numId w:val="8"/>
        </w:numPr>
        <w:spacing w:line="360" w:lineRule="auto"/>
        <w:rPr>
          <w:color w:val="000000"/>
        </w:rPr>
      </w:pPr>
      <w:r>
        <w:rPr>
          <w:rFonts w:ascii="Times New Roman" w:hAnsi="Times New Roman" w:cs="Times New Roman"/>
          <w:color w:val="000000"/>
        </w:rPr>
        <w:t>Федеральный закон от 29.12.2012 №273 – ФЗ «Об образовании в РФ» п.5 ч.3  ст.47; п.1 ч.1 ст.4</w:t>
      </w:r>
    </w:p>
    <w:p w:rsidR="0012404A" w:rsidRDefault="0012404A">
      <w:pPr>
        <w:pStyle w:val="normal0"/>
        <w:numPr>
          <w:ilvl w:val="0"/>
          <w:numId w:val="8"/>
        </w:numPr>
        <w:spacing w:line="360" w:lineRule="auto"/>
        <w:rPr>
          <w:color w:val="000000"/>
        </w:rPr>
      </w:pPr>
      <w:r>
        <w:rPr>
          <w:rFonts w:ascii="Times New Roman" w:hAnsi="Times New Roman" w:cs="Times New Roman"/>
          <w:color w:val="000000"/>
        </w:rPr>
        <w:t>Федеральный государственный образовательный стандарт начального общего образования, утверждённый приказом Минобрнауки РФ от 06 октября 2009 г. № 373(с изменениями, утвержденными приказами Минобрнауки России от 26.11.2010 г. N 1241;от 22.09.2011 г N 2357; от 18.12.2012 г. N 1060; от 29 декабря 2014 г. N 1643 и от 31 декабря 2015 г. N 1576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РФ от 06.10.2009г № 373»);</w:t>
      </w:r>
    </w:p>
    <w:p w:rsidR="0012404A" w:rsidRDefault="0012404A">
      <w:pPr>
        <w:pStyle w:val="normal0"/>
        <w:numPr>
          <w:ilvl w:val="0"/>
          <w:numId w:val="8"/>
        </w:numPr>
        <w:spacing w:line="360" w:lineRule="auto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</w:rPr>
        <w:t>Курс внеурочной деятельности «Грамотный читатель», выстроены в соответствии с основными задачами предмета «Литературное чтение». Базисного учебного плана, авторской методики Беденко М. В., /Москва «ВАКО» 2018 г.;</w:t>
      </w:r>
    </w:p>
    <w:p w:rsidR="0012404A" w:rsidRDefault="0012404A">
      <w:pPr>
        <w:pStyle w:val="normal0"/>
        <w:numPr>
          <w:ilvl w:val="0"/>
          <w:numId w:val="8"/>
        </w:numPr>
        <w:spacing w:line="360" w:lineRule="auto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</w:rPr>
        <w:t>СанПиН 2.4.2.2821-10 (для НОО, ООО, СОО);</w:t>
      </w:r>
    </w:p>
    <w:p w:rsidR="0012404A" w:rsidRDefault="0012404A">
      <w:pPr>
        <w:pStyle w:val="normal0"/>
        <w:keepNext/>
        <w:keepLines/>
        <w:ind w:left="142"/>
        <w:jc w:val="center"/>
        <w:rPr>
          <w:rFonts w:ascii="Times New Roman" w:hAnsi="Times New Roman" w:cs="Times New Roman"/>
          <w:color w:val="000000"/>
        </w:rPr>
      </w:pPr>
    </w:p>
    <w:p w:rsidR="0012404A" w:rsidRDefault="0012404A">
      <w:pPr>
        <w:pStyle w:val="normal0"/>
        <w:keepNext/>
        <w:keepLines/>
        <w:ind w:left="142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12404A" w:rsidRDefault="0012404A">
      <w:pPr>
        <w:pStyle w:val="normal0"/>
        <w:keepNext/>
        <w:keepLines/>
        <w:ind w:left="142"/>
        <w:jc w:val="center"/>
        <w:rPr>
          <w:rFonts w:ascii="Times New Roman" w:hAnsi="Times New Roman" w:cs="Times New Roman"/>
          <w:b/>
          <w:bCs/>
          <w:color w:val="000000"/>
        </w:rPr>
      </w:pPr>
      <w:bookmarkStart w:id="1" w:name="_30j0zll" w:colFirst="0" w:colLast="0"/>
      <w:bookmarkEnd w:id="1"/>
      <w:r>
        <w:rPr>
          <w:rFonts w:ascii="Times New Roman" w:hAnsi="Times New Roman" w:cs="Times New Roman"/>
          <w:b/>
          <w:bCs/>
          <w:color w:val="000000"/>
        </w:rPr>
        <w:t>Пояснительная записка</w:t>
      </w:r>
    </w:p>
    <w:p w:rsidR="0012404A" w:rsidRDefault="0012404A">
      <w:pPr>
        <w:pStyle w:val="normal0"/>
        <w:tabs>
          <w:tab w:val="left" w:pos="710"/>
        </w:tabs>
        <w:jc w:val="both"/>
        <w:rPr>
          <w:rFonts w:ascii="Times New Roman" w:hAnsi="Times New Roman" w:cs="Times New Roman"/>
          <w:b/>
          <w:bCs/>
          <w:i/>
          <w:iCs/>
          <w:color w:val="000000"/>
        </w:rPr>
      </w:pPr>
      <w:r>
        <w:rPr>
          <w:rFonts w:ascii="Times New Roman" w:hAnsi="Times New Roman" w:cs="Times New Roman"/>
          <w:b/>
          <w:bCs/>
          <w:i/>
          <w:iCs/>
          <w:color w:val="000000"/>
        </w:rPr>
        <w:t>Направленность программы</w:t>
      </w:r>
    </w:p>
    <w:p w:rsidR="0012404A" w:rsidRDefault="0012404A">
      <w:pPr>
        <w:pStyle w:val="normal0"/>
        <w:ind w:firstLine="22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Программа «Грамотный читатель» имеет </w:t>
      </w:r>
      <w:r>
        <w:rPr>
          <w:rFonts w:ascii="Times New Roman" w:hAnsi="Times New Roman" w:cs="Times New Roman"/>
          <w:b/>
          <w:bCs/>
          <w:color w:val="000000"/>
          <w:highlight w:val="white"/>
        </w:rPr>
        <w:t xml:space="preserve">духовно-нравственную направленность </w:t>
      </w:r>
      <w:r>
        <w:rPr>
          <w:rFonts w:ascii="Times New Roman" w:hAnsi="Times New Roman" w:cs="Times New Roman"/>
          <w:color w:val="000000"/>
        </w:rPr>
        <w:t xml:space="preserve">и предназначена для организации внеурочной деятельности по </w:t>
      </w:r>
      <w:r>
        <w:rPr>
          <w:rFonts w:ascii="Times New Roman" w:hAnsi="Times New Roman" w:cs="Times New Roman"/>
          <w:b/>
          <w:bCs/>
          <w:color w:val="000000"/>
        </w:rPr>
        <w:t xml:space="preserve">общеинтеллектуальному </w:t>
      </w:r>
      <w:r>
        <w:rPr>
          <w:rFonts w:ascii="Times New Roman" w:hAnsi="Times New Roman" w:cs="Times New Roman"/>
          <w:b/>
          <w:bCs/>
          <w:color w:val="000000"/>
          <w:highlight w:val="white"/>
        </w:rPr>
        <w:t xml:space="preserve">направлению </w:t>
      </w:r>
      <w:r>
        <w:rPr>
          <w:rFonts w:ascii="Times New Roman" w:hAnsi="Times New Roman" w:cs="Times New Roman"/>
          <w:color w:val="000000"/>
        </w:rPr>
        <w:t>в   4-х классах общеобразовательной школы. Программа «Грамотный читатель»прежде всего, направлена на обучение учеников критическому аудированию, пониманию, анализу, сравнению, изменению и генерации текстов, как в устной, так и в письменной форме. Программа «Грамотный читатель» является модифицированной, по уровню освоения – общеразвивающей, по цели обучения – познавательной, по содержанию однопрофильной, разработана в соответствии с требованиями к результатам внеурочной деятельности в рамках реализации ФГОС НОО.</w:t>
      </w:r>
    </w:p>
    <w:p w:rsidR="0012404A" w:rsidRDefault="0012404A">
      <w:pPr>
        <w:pStyle w:val="normal0"/>
        <w:jc w:val="both"/>
        <w:rPr>
          <w:rFonts w:ascii="Times New Roman" w:hAnsi="Times New Roman" w:cs="Times New Roman"/>
          <w:color w:val="000000"/>
        </w:rPr>
      </w:pPr>
    </w:p>
    <w:p w:rsidR="0012404A" w:rsidRDefault="0012404A">
      <w:pPr>
        <w:pStyle w:val="normal0"/>
        <w:tabs>
          <w:tab w:val="left" w:pos="505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highlight w:val="white"/>
        </w:rPr>
        <w:t>Цель программы:</w:t>
      </w:r>
      <w:r>
        <w:rPr>
          <w:rFonts w:ascii="Times New Roman" w:hAnsi="Times New Roman" w:cs="Times New Roman"/>
          <w:color w:val="000000"/>
        </w:rPr>
        <w:t xml:space="preserve"> формирование читательской компетентности младшего школьника, осознание себя как грамотного читателя, способного к использованию читательской деятельности как средства самообразования. </w:t>
      </w:r>
    </w:p>
    <w:p w:rsidR="0012404A" w:rsidRDefault="0012404A">
      <w:pPr>
        <w:pStyle w:val="normal0"/>
        <w:tabs>
          <w:tab w:val="left" w:pos="505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Читательская компетентность определяется владением техникой чтения, приемами понимания прочитанного и прослушанного произведения, знанием книг и умением их самостоятельно выбирать, сформированностью духовной потребности в книге и чтении.</w:t>
      </w:r>
    </w:p>
    <w:p w:rsidR="0012404A" w:rsidRDefault="0012404A">
      <w:pPr>
        <w:pStyle w:val="normal0"/>
        <w:jc w:val="both"/>
        <w:rPr>
          <w:rFonts w:ascii="Times New Roman" w:hAnsi="Times New Roman" w:cs="Times New Roman"/>
          <w:b/>
          <w:bCs/>
          <w:color w:val="000000"/>
          <w:highlight w:val="white"/>
        </w:rPr>
      </w:pPr>
      <w:r>
        <w:rPr>
          <w:rFonts w:ascii="Times New Roman" w:hAnsi="Times New Roman" w:cs="Times New Roman"/>
          <w:b/>
          <w:bCs/>
          <w:color w:val="000000"/>
          <w:highlight w:val="white"/>
        </w:rPr>
        <w:t xml:space="preserve">Основные задачи: </w:t>
      </w:r>
    </w:p>
    <w:p w:rsidR="0012404A" w:rsidRDefault="0012404A">
      <w:pPr>
        <w:pStyle w:val="normal0"/>
        <w:numPr>
          <w:ilvl w:val="0"/>
          <w:numId w:val="1"/>
        </w:numPr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</w:rPr>
        <w:t>освоение общекультурных навыков чтения и понимание текста; воспитание интереса к чтению и книге (формирование интереса к процессу чтения и потребности читать произведения разных видов литературы, общеучебных умений осознанно читать тексты, работать с различной информацией);</w:t>
      </w:r>
    </w:p>
    <w:p w:rsidR="0012404A" w:rsidRDefault="0012404A">
      <w:pPr>
        <w:pStyle w:val="normal0"/>
        <w:numPr>
          <w:ilvl w:val="0"/>
          <w:numId w:val="1"/>
        </w:numPr>
        <w:tabs>
          <w:tab w:val="left" w:pos="236"/>
        </w:tabs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</w:rPr>
        <w:t>овладение речевой, письменной и коммуникативной культурой (формирование умений работать с различными видами текстов, ориентироваться в</w:t>
      </w:r>
    </w:p>
    <w:p w:rsidR="0012404A" w:rsidRDefault="0012404A">
      <w:pPr>
        <w:pStyle w:val="normal0"/>
        <w:numPr>
          <w:ilvl w:val="0"/>
          <w:numId w:val="1"/>
        </w:numPr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</w:rPr>
        <w:t>книге, использовать ее для расширения знаний об окружающем мире);</w:t>
      </w:r>
    </w:p>
    <w:p w:rsidR="0012404A" w:rsidRDefault="0012404A">
      <w:pPr>
        <w:pStyle w:val="normal0"/>
        <w:numPr>
          <w:ilvl w:val="0"/>
          <w:numId w:val="1"/>
        </w:numPr>
        <w:tabs>
          <w:tab w:val="left" w:pos="231"/>
        </w:tabs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</w:rPr>
        <w:t>воспитание эстетического отношения к действительности, отраженной в художественной литературе (формирование умений понимать художественное произведение как особый вид искусства, определять его художественную ценность и анализировать средства выразительности, сравнивать искусство слова с другими видами искусства, находить сходства и различия используемых художественных средств, создавать свои собственные художественные произведения на основе прочитанных);</w:t>
      </w:r>
    </w:p>
    <w:p w:rsidR="0012404A" w:rsidRDefault="0012404A">
      <w:pPr>
        <w:pStyle w:val="normal0"/>
        <w:numPr>
          <w:ilvl w:val="0"/>
          <w:numId w:val="1"/>
        </w:numPr>
        <w:tabs>
          <w:tab w:val="left" w:pos="226"/>
        </w:tabs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</w:rPr>
        <w:t>формирование нравственных ценностей и эстетического вкуса младшего школьника; понимание духовной сущности произведений (освоение основных нравственно-этических ценностей взаимодействия с окружающим миром, формирование навыка анализа положительных и отрицательных действий героев, событий), воспитание адекватного эмоционального состояния как предпосылки собственного поведения в жизни.</w:t>
      </w:r>
    </w:p>
    <w:p w:rsidR="0012404A" w:rsidRDefault="0012404A">
      <w:pPr>
        <w:pStyle w:val="normal0"/>
        <w:tabs>
          <w:tab w:val="left" w:pos="226"/>
        </w:tabs>
        <w:ind w:left="720"/>
        <w:jc w:val="both"/>
        <w:rPr>
          <w:rFonts w:ascii="Times New Roman" w:hAnsi="Times New Roman" w:cs="Times New Roman"/>
          <w:color w:val="000000"/>
        </w:rPr>
      </w:pPr>
    </w:p>
    <w:p w:rsidR="0012404A" w:rsidRDefault="0012404A">
      <w:pPr>
        <w:pStyle w:val="normal0"/>
        <w:tabs>
          <w:tab w:val="left" w:pos="505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bCs/>
          <w:i/>
          <w:iCs/>
          <w:color w:val="000000"/>
        </w:rPr>
        <w:t xml:space="preserve">Отличительные особенности программы от других существующих программ. </w:t>
      </w:r>
      <w:r>
        <w:rPr>
          <w:rFonts w:ascii="Times New Roman" w:hAnsi="Times New Roman" w:cs="Times New Roman"/>
          <w:b/>
          <w:bCs/>
          <w:i/>
          <w:iCs/>
          <w:color w:val="000000"/>
          <w:highlight w:val="white"/>
        </w:rPr>
        <w:t>Отличительными особенностями являются:</w:t>
      </w:r>
    </w:p>
    <w:p w:rsidR="0012404A" w:rsidRDefault="0012404A">
      <w:pPr>
        <w:pStyle w:val="normal0"/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1.Определение видов организации деятельности учащихся, направленных на достижение </w:t>
      </w:r>
      <w:r>
        <w:rPr>
          <w:rFonts w:ascii="Times New Roman" w:hAnsi="Times New Roman" w:cs="Times New Roman"/>
          <w:color w:val="000000"/>
          <w:highlight w:val="white"/>
        </w:rPr>
        <w:t xml:space="preserve">личностных, метапредметных и предметных результатов </w:t>
      </w:r>
      <w:r>
        <w:rPr>
          <w:rFonts w:ascii="Times New Roman" w:hAnsi="Times New Roman" w:cs="Times New Roman"/>
          <w:color w:val="000000"/>
        </w:rPr>
        <w:t>освоения курса.</w:t>
      </w:r>
    </w:p>
    <w:p w:rsidR="0012404A" w:rsidRDefault="0012404A">
      <w:pPr>
        <w:pStyle w:val="normal0"/>
        <w:numPr>
          <w:ilvl w:val="0"/>
          <w:numId w:val="12"/>
        </w:numPr>
        <w:tabs>
          <w:tab w:val="left" w:pos="313"/>
        </w:tabs>
        <w:jc w:val="both"/>
      </w:pPr>
      <w:r>
        <w:rPr>
          <w:rFonts w:ascii="Times New Roman" w:hAnsi="Times New Roman" w:cs="Times New Roman"/>
          <w:b/>
          <w:bCs/>
          <w:color w:val="000000"/>
          <w:highlight w:val="white"/>
        </w:rPr>
        <w:t xml:space="preserve">В основу реализации программы положены </w:t>
      </w:r>
      <w:r>
        <w:rPr>
          <w:rFonts w:ascii="Times New Roman" w:hAnsi="Times New Roman" w:cs="Times New Roman"/>
          <w:color w:val="000000"/>
        </w:rPr>
        <w:t>ценностные ориентиры и воспитательные результаты.</w:t>
      </w:r>
    </w:p>
    <w:p w:rsidR="0012404A" w:rsidRDefault="0012404A">
      <w:pPr>
        <w:pStyle w:val="normal0"/>
        <w:numPr>
          <w:ilvl w:val="0"/>
          <w:numId w:val="12"/>
        </w:numPr>
        <w:tabs>
          <w:tab w:val="left" w:pos="313"/>
        </w:tabs>
        <w:jc w:val="both"/>
      </w:pPr>
      <w:r>
        <w:rPr>
          <w:rFonts w:ascii="Times New Roman" w:hAnsi="Times New Roman" w:cs="Times New Roman"/>
          <w:color w:val="000000"/>
        </w:rPr>
        <w:t xml:space="preserve">Ценностные ориентации организации деятельности предполагают </w:t>
      </w:r>
      <w:r>
        <w:rPr>
          <w:rFonts w:ascii="Times New Roman" w:hAnsi="Times New Roman" w:cs="Times New Roman"/>
          <w:color w:val="000000"/>
          <w:highlight w:val="white"/>
        </w:rPr>
        <w:t>уровневую оценк</w:t>
      </w:r>
      <w:r>
        <w:rPr>
          <w:rFonts w:ascii="Times New Roman" w:hAnsi="Times New Roman" w:cs="Times New Roman"/>
          <w:b/>
          <w:bCs/>
          <w:color w:val="000000"/>
        </w:rPr>
        <w:t>у</w:t>
      </w:r>
      <w:r>
        <w:rPr>
          <w:rFonts w:ascii="Times New Roman" w:hAnsi="Times New Roman" w:cs="Times New Roman"/>
          <w:color w:val="000000"/>
        </w:rPr>
        <w:t xml:space="preserve"> в достижении планируемых результатов.</w:t>
      </w:r>
    </w:p>
    <w:p w:rsidR="0012404A" w:rsidRDefault="0012404A">
      <w:pPr>
        <w:pStyle w:val="normal0"/>
        <w:numPr>
          <w:ilvl w:val="0"/>
          <w:numId w:val="12"/>
        </w:numPr>
        <w:tabs>
          <w:tab w:val="left" w:pos="313"/>
        </w:tabs>
        <w:jc w:val="both"/>
      </w:pPr>
      <w:r>
        <w:rPr>
          <w:rFonts w:ascii="Times New Roman" w:hAnsi="Times New Roman" w:cs="Times New Roman"/>
          <w:color w:val="000000"/>
        </w:rPr>
        <w:t>Достижения планируемых результатов отслеживаются в рамках внутренней системы оценки: педагогом, администрацией.</w:t>
      </w:r>
    </w:p>
    <w:p w:rsidR="0012404A" w:rsidRDefault="0012404A">
      <w:pPr>
        <w:pStyle w:val="normal0"/>
        <w:keepNext/>
        <w:keepLines/>
        <w:numPr>
          <w:ilvl w:val="0"/>
          <w:numId w:val="12"/>
        </w:numPr>
        <w:tabs>
          <w:tab w:val="left" w:pos="313"/>
        </w:tabs>
        <w:jc w:val="both"/>
      </w:pPr>
      <w:bookmarkStart w:id="2" w:name="BM1fob9te" w:colFirst="0" w:colLast="0"/>
      <w:bookmarkEnd w:id="2"/>
      <w:r>
        <w:rPr>
          <w:rFonts w:ascii="Times New Roman" w:hAnsi="Times New Roman" w:cs="Times New Roman"/>
          <w:b/>
          <w:bCs/>
          <w:color w:val="000000"/>
          <w:highlight w:val="white"/>
        </w:rPr>
        <w:t xml:space="preserve">В основу оценки </w:t>
      </w:r>
      <w:r>
        <w:rPr>
          <w:rFonts w:ascii="Times New Roman" w:hAnsi="Times New Roman" w:cs="Times New Roman"/>
          <w:color w:val="000000"/>
        </w:rPr>
        <w:t xml:space="preserve">личностных, метапредметных и предметных результатов </w:t>
      </w:r>
      <w:r>
        <w:rPr>
          <w:rFonts w:ascii="Times New Roman" w:hAnsi="Times New Roman" w:cs="Times New Roman"/>
          <w:b/>
          <w:bCs/>
          <w:color w:val="000000"/>
          <w:highlight w:val="white"/>
        </w:rPr>
        <w:t xml:space="preserve">освоения </w:t>
      </w:r>
      <w:r>
        <w:rPr>
          <w:rFonts w:ascii="Times New Roman" w:hAnsi="Times New Roman" w:cs="Times New Roman"/>
          <w:color w:val="000000"/>
        </w:rPr>
        <w:t>программы курса, воспитательного результата положена методика Беденко М. В.</w:t>
      </w:r>
    </w:p>
    <w:p w:rsidR="0012404A" w:rsidRDefault="0012404A">
      <w:pPr>
        <w:pStyle w:val="normal0"/>
        <w:numPr>
          <w:ilvl w:val="0"/>
          <w:numId w:val="12"/>
        </w:numPr>
        <w:tabs>
          <w:tab w:val="left" w:pos="313"/>
        </w:tabs>
        <w:jc w:val="both"/>
      </w:pPr>
      <w:r>
        <w:rPr>
          <w:rFonts w:ascii="Times New Roman" w:hAnsi="Times New Roman" w:cs="Times New Roman"/>
          <w:color w:val="000000"/>
        </w:rPr>
        <w:t>При планировании содержания занятий прописаны типы и виды чтения.</w:t>
      </w:r>
    </w:p>
    <w:p w:rsidR="0012404A" w:rsidRDefault="0012404A">
      <w:pPr>
        <w:pStyle w:val="normal0"/>
        <w:keepNext/>
        <w:keepLines/>
        <w:jc w:val="both"/>
        <w:rPr>
          <w:rFonts w:ascii="Times New Roman" w:hAnsi="Times New Roman" w:cs="Times New Roman"/>
          <w:b/>
          <w:bCs/>
          <w:color w:val="000000"/>
        </w:rPr>
      </w:pPr>
      <w:bookmarkStart w:id="3" w:name="BM3znysh7" w:colFirst="0" w:colLast="0"/>
      <w:bookmarkEnd w:id="3"/>
      <w:r>
        <w:rPr>
          <w:rFonts w:ascii="Times New Roman" w:hAnsi="Times New Roman" w:cs="Times New Roman"/>
          <w:b/>
          <w:bCs/>
          <w:color w:val="000000"/>
          <w:highlight w:val="white"/>
        </w:rPr>
        <w:t xml:space="preserve">Основные </w:t>
      </w:r>
      <w:r>
        <w:rPr>
          <w:rFonts w:ascii="Times New Roman" w:hAnsi="Times New Roman" w:cs="Times New Roman"/>
          <w:color w:val="000000"/>
        </w:rPr>
        <w:t xml:space="preserve">типы </w:t>
      </w:r>
      <w:r>
        <w:rPr>
          <w:rFonts w:ascii="Times New Roman" w:hAnsi="Times New Roman" w:cs="Times New Roman"/>
          <w:b/>
          <w:bCs/>
          <w:color w:val="000000"/>
          <w:highlight w:val="white"/>
        </w:rPr>
        <w:t xml:space="preserve">чтения: </w:t>
      </w:r>
      <w:r>
        <w:rPr>
          <w:rFonts w:ascii="Times New Roman" w:hAnsi="Times New Roman" w:cs="Times New Roman"/>
          <w:color w:val="000000"/>
        </w:rPr>
        <w:t>коммуникативное чтение вслух и про себя, учебное и самостоятельное.</w:t>
      </w:r>
    </w:p>
    <w:p w:rsidR="0012404A" w:rsidRDefault="0012404A">
      <w:pPr>
        <w:pStyle w:val="normal0"/>
        <w:keepNext/>
        <w:keepLines/>
        <w:jc w:val="both"/>
        <w:rPr>
          <w:rFonts w:ascii="Times New Roman" w:hAnsi="Times New Roman" w:cs="Times New Roman"/>
          <w:b/>
          <w:bCs/>
          <w:color w:val="000000"/>
        </w:rPr>
      </w:pPr>
      <w:bookmarkStart w:id="4" w:name="BM2et92p0" w:colFirst="0" w:colLast="0"/>
      <w:bookmarkEnd w:id="4"/>
      <w:r>
        <w:rPr>
          <w:rFonts w:ascii="Times New Roman" w:hAnsi="Times New Roman" w:cs="Times New Roman"/>
          <w:b/>
          <w:bCs/>
          <w:color w:val="000000"/>
          <w:highlight w:val="white"/>
          <w:u w:val="single"/>
        </w:rPr>
        <w:t xml:space="preserve">Основные </w:t>
      </w:r>
      <w:r>
        <w:rPr>
          <w:rFonts w:ascii="Times New Roman" w:hAnsi="Times New Roman" w:cs="Times New Roman"/>
          <w:color w:val="000000"/>
          <w:u w:val="single"/>
        </w:rPr>
        <w:t xml:space="preserve">виды </w:t>
      </w:r>
      <w:r>
        <w:rPr>
          <w:rFonts w:ascii="Times New Roman" w:hAnsi="Times New Roman" w:cs="Times New Roman"/>
          <w:b/>
          <w:bCs/>
          <w:color w:val="000000"/>
          <w:highlight w:val="white"/>
          <w:u w:val="single"/>
        </w:rPr>
        <w:t>чтения:</w:t>
      </w:r>
      <w:r>
        <w:rPr>
          <w:rFonts w:ascii="Times New Roman" w:hAnsi="Times New Roman" w:cs="Times New Roman"/>
          <w:color w:val="000000"/>
        </w:rPr>
        <w:t>ознакомительное, поисковое или просмотровое, изучающее и вдумчивое.</w:t>
      </w:r>
    </w:p>
    <w:p w:rsidR="0012404A" w:rsidRDefault="0012404A">
      <w:pPr>
        <w:pStyle w:val="normal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Отличительные признаки программы являются и нетрадиционные формы проведения занятий: интеллектуальные игры, путешествия, коллективно-творческие работы, рисунки, конкурсы, проекты, викторины,посещение выставок, праздников.</w:t>
      </w:r>
    </w:p>
    <w:p w:rsidR="0012404A" w:rsidRDefault="0012404A">
      <w:pPr>
        <w:pStyle w:val="normal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Программа рассчитана на детей в возрасте 10 -11 лет.</w:t>
      </w:r>
    </w:p>
    <w:p w:rsidR="0012404A" w:rsidRDefault="0012404A">
      <w:pPr>
        <w:pStyle w:val="normal0"/>
        <w:jc w:val="both"/>
        <w:rPr>
          <w:rFonts w:ascii="Times New Roman" w:hAnsi="Times New Roman" w:cs="Times New Roman"/>
          <w:color w:val="000000"/>
        </w:rPr>
      </w:pPr>
    </w:p>
    <w:p w:rsidR="0012404A" w:rsidRDefault="0012404A">
      <w:pPr>
        <w:pStyle w:val="normal0"/>
        <w:tabs>
          <w:tab w:val="left" w:pos="525"/>
        </w:tabs>
        <w:jc w:val="both"/>
        <w:rPr>
          <w:rFonts w:ascii="Times New Roman" w:hAnsi="Times New Roman" w:cs="Times New Roman"/>
          <w:b/>
          <w:bCs/>
          <w:i/>
          <w:iCs/>
          <w:color w:val="000000"/>
        </w:rPr>
      </w:pPr>
      <w:r>
        <w:rPr>
          <w:rFonts w:ascii="Times New Roman" w:hAnsi="Times New Roman" w:cs="Times New Roman"/>
          <w:b/>
          <w:bCs/>
          <w:i/>
          <w:iCs/>
          <w:color w:val="000000"/>
        </w:rPr>
        <w:t>Сроки реализации дополнительной образовательной программы:</w:t>
      </w:r>
    </w:p>
    <w:p w:rsidR="0012404A" w:rsidRDefault="0012404A">
      <w:pPr>
        <w:pStyle w:val="normal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Программа рассчитана на 1 год. Количество часов в неделю – 1 ч. </w:t>
      </w:r>
    </w:p>
    <w:p w:rsidR="0012404A" w:rsidRDefault="0012404A">
      <w:pPr>
        <w:pStyle w:val="normal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За год:</w:t>
      </w:r>
    </w:p>
    <w:p w:rsidR="0012404A" w:rsidRDefault="0012404A">
      <w:pPr>
        <w:pStyle w:val="normal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во  4 классе -34 ч.</w:t>
      </w:r>
    </w:p>
    <w:p w:rsidR="0012404A" w:rsidRDefault="0012404A">
      <w:pPr>
        <w:pStyle w:val="normal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Всего реализуется в объеме 34 ч.</w:t>
      </w:r>
    </w:p>
    <w:p w:rsidR="0012404A" w:rsidRDefault="0012404A">
      <w:pPr>
        <w:pStyle w:val="normal0"/>
        <w:jc w:val="both"/>
        <w:rPr>
          <w:rFonts w:ascii="Times New Roman" w:hAnsi="Times New Roman" w:cs="Times New Roman"/>
          <w:color w:val="000000"/>
        </w:rPr>
      </w:pPr>
    </w:p>
    <w:p w:rsidR="0012404A" w:rsidRDefault="0012404A">
      <w:pPr>
        <w:pStyle w:val="normal0"/>
        <w:jc w:val="both"/>
        <w:rPr>
          <w:rFonts w:ascii="Times New Roman" w:hAnsi="Times New Roman" w:cs="Times New Roman"/>
          <w:b/>
          <w:bCs/>
          <w:i/>
          <w:iCs/>
          <w:color w:val="000000"/>
        </w:rPr>
      </w:pPr>
      <w:r>
        <w:rPr>
          <w:rFonts w:ascii="Times New Roman" w:hAnsi="Times New Roman" w:cs="Times New Roman"/>
          <w:b/>
          <w:bCs/>
          <w:i/>
          <w:iCs/>
          <w:color w:val="000000"/>
        </w:rPr>
        <w:t>Планируемые результаты</w:t>
      </w:r>
    </w:p>
    <w:p w:rsidR="0012404A" w:rsidRDefault="0012404A">
      <w:pPr>
        <w:pStyle w:val="normal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В результате освоения программы формируются умения, соответствующие требованиям федерального государственного образовательного стандарта начального общего образования.</w:t>
      </w:r>
    </w:p>
    <w:p w:rsidR="0012404A" w:rsidRDefault="0012404A">
      <w:pPr>
        <w:pStyle w:val="normal0"/>
        <w:jc w:val="center"/>
        <w:rPr>
          <w:rFonts w:ascii="Times New Roman" w:hAnsi="Times New Roman" w:cs="Times New Roman"/>
        </w:rPr>
      </w:pPr>
      <w:bookmarkStart w:id="5" w:name="tyjcwt" w:colFirst="0" w:colLast="0"/>
      <w:bookmarkEnd w:id="5"/>
      <w:r>
        <w:rPr>
          <w:rFonts w:ascii="Times New Roman" w:hAnsi="Times New Roman" w:cs="Times New Roman"/>
          <w:b/>
          <w:bCs/>
        </w:rPr>
        <w:t>Предметные умения:</w:t>
      </w:r>
    </w:p>
    <w:p w:rsidR="0012404A" w:rsidRDefault="0012404A">
      <w:pPr>
        <w:pStyle w:val="normal0"/>
        <w:widowControl/>
        <w:numPr>
          <w:ilvl w:val="0"/>
          <w:numId w:val="2"/>
        </w:numPr>
      </w:pPr>
      <w:r>
        <w:rPr>
          <w:rFonts w:ascii="Times New Roman" w:hAnsi="Times New Roman" w:cs="Times New Roman"/>
        </w:rPr>
        <w:t>осознавать значимость чтения для личного развития;</w:t>
      </w:r>
    </w:p>
    <w:p w:rsidR="0012404A" w:rsidRDefault="0012404A">
      <w:pPr>
        <w:pStyle w:val="normal0"/>
        <w:widowControl/>
        <w:numPr>
          <w:ilvl w:val="0"/>
          <w:numId w:val="2"/>
        </w:numPr>
      </w:pPr>
      <w:r>
        <w:rPr>
          <w:rFonts w:ascii="Times New Roman" w:hAnsi="Times New Roman" w:cs="Times New Roman"/>
        </w:rPr>
        <w:t>формировать потребность в систематическом чтении;</w:t>
      </w:r>
    </w:p>
    <w:p w:rsidR="0012404A" w:rsidRDefault="0012404A">
      <w:pPr>
        <w:pStyle w:val="normal0"/>
        <w:widowControl/>
        <w:numPr>
          <w:ilvl w:val="0"/>
          <w:numId w:val="2"/>
        </w:numPr>
      </w:pPr>
      <w:r>
        <w:rPr>
          <w:rFonts w:ascii="Times New Roman" w:hAnsi="Times New Roman" w:cs="Times New Roman"/>
        </w:rPr>
        <w:t>использовать разные виды чтения (ознакомительное, изучающее, выборочное, поисковое);</w:t>
      </w:r>
    </w:p>
    <w:p w:rsidR="0012404A" w:rsidRDefault="0012404A">
      <w:pPr>
        <w:pStyle w:val="normal0"/>
        <w:widowControl/>
        <w:numPr>
          <w:ilvl w:val="0"/>
          <w:numId w:val="2"/>
        </w:numPr>
      </w:pPr>
      <w:r>
        <w:rPr>
          <w:rFonts w:ascii="Times New Roman" w:hAnsi="Times New Roman" w:cs="Times New Roman"/>
        </w:rPr>
        <w:t>уметь самостоятельно выбирать интересующую литературу;</w:t>
      </w:r>
    </w:p>
    <w:p w:rsidR="0012404A" w:rsidRDefault="0012404A">
      <w:pPr>
        <w:pStyle w:val="normal0"/>
        <w:widowControl/>
        <w:numPr>
          <w:ilvl w:val="0"/>
          <w:numId w:val="2"/>
        </w:numPr>
      </w:pPr>
      <w:r>
        <w:rPr>
          <w:rFonts w:ascii="Times New Roman" w:hAnsi="Times New Roman" w:cs="Times New Roman"/>
        </w:rPr>
        <w:t>пользоваться справочными источниками для понимания и получения дополнительной информации.</w:t>
      </w:r>
    </w:p>
    <w:p w:rsidR="0012404A" w:rsidRDefault="0012404A">
      <w:pPr>
        <w:pStyle w:val="normal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Метапредметные:</w:t>
      </w:r>
    </w:p>
    <w:p w:rsidR="0012404A" w:rsidRDefault="0012404A">
      <w:pPr>
        <w:pStyle w:val="normal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Регулятивные умения:</w:t>
      </w:r>
    </w:p>
    <w:p w:rsidR="0012404A" w:rsidRDefault="0012404A">
      <w:pPr>
        <w:pStyle w:val="normal0"/>
        <w:widowControl/>
        <w:numPr>
          <w:ilvl w:val="0"/>
          <w:numId w:val="3"/>
        </w:numPr>
      </w:pPr>
      <w:r>
        <w:rPr>
          <w:rFonts w:ascii="Times New Roman" w:hAnsi="Times New Roman" w:cs="Times New Roman"/>
        </w:rPr>
        <w:t>уметь работать с книгой, пользуясь алгоритмом учебных действий;</w:t>
      </w:r>
    </w:p>
    <w:p w:rsidR="0012404A" w:rsidRDefault="0012404A">
      <w:pPr>
        <w:pStyle w:val="normal0"/>
        <w:widowControl/>
        <w:numPr>
          <w:ilvl w:val="0"/>
          <w:numId w:val="3"/>
        </w:numPr>
      </w:pPr>
      <w:r>
        <w:rPr>
          <w:rFonts w:ascii="Times New Roman" w:hAnsi="Times New Roman" w:cs="Times New Roman"/>
        </w:rPr>
        <w:t>уметь самостоятельно работать с новым произведением;</w:t>
      </w:r>
    </w:p>
    <w:p w:rsidR="0012404A" w:rsidRDefault="0012404A">
      <w:pPr>
        <w:pStyle w:val="normal0"/>
        <w:widowControl/>
        <w:numPr>
          <w:ilvl w:val="0"/>
          <w:numId w:val="3"/>
        </w:numPr>
      </w:pPr>
      <w:r>
        <w:rPr>
          <w:rFonts w:ascii="Times New Roman" w:hAnsi="Times New Roman" w:cs="Times New Roman"/>
        </w:rPr>
        <w:t>уметь работать в парах и группах, участвовать в проектной деятельности, литературных играх;</w:t>
      </w:r>
    </w:p>
    <w:p w:rsidR="0012404A" w:rsidRDefault="0012404A">
      <w:pPr>
        <w:pStyle w:val="normal0"/>
        <w:widowControl/>
        <w:numPr>
          <w:ilvl w:val="0"/>
          <w:numId w:val="3"/>
        </w:numPr>
      </w:pPr>
      <w:r>
        <w:rPr>
          <w:rFonts w:ascii="Times New Roman" w:hAnsi="Times New Roman" w:cs="Times New Roman"/>
        </w:rPr>
        <w:t>уметь определять свою роль в общей работе и оценивать свои результаты.</w:t>
      </w:r>
    </w:p>
    <w:p w:rsidR="0012404A" w:rsidRDefault="0012404A">
      <w:pPr>
        <w:pStyle w:val="normal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Познавательные учебные умения:</w:t>
      </w:r>
    </w:p>
    <w:p w:rsidR="0012404A" w:rsidRDefault="0012404A">
      <w:pPr>
        <w:pStyle w:val="normal0"/>
        <w:widowControl/>
        <w:numPr>
          <w:ilvl w:val="0"/>
          <w:numId w:val="4"/>
        </w:numPr>
      </w:pPr>
      <w:r>
        <w:rPr>
          <w:rFonts w:ascii="Times New Roman" w:hAnsi="Times New Roman" w:cs="Times New Roman"/>
        </w:rPr>
        <w:t>прогнозировать содержание книги до чтения, используя информацию из аппарата книги;</w:t>
      </w:r>
    </w:p>
    <w:p w:rsidR="0012404A" w:rsidRDefault="0012404A">
      <w:pPr>
        <w:pStyle w:val="normal0"/>
        <w:widowControl/>
        <w:numPr>
          <w:ilvl w:val="0"/>
          <w:numId w:val="4"/>
        </w:numPr>
      </w:pPr>
      <w:r>
        <w:rPr>
          <w:rFonts w:ascii="Times New Roman" w:hAnsi="Times New Roman" w:cs="Times New Roman"/>
        </w:rPr>
        <w:t>отбирать книги по теме, жанру и авторской принадлежности;</w:t>
      </w:r>
    </w:p>
    <w:p w:rsidR="0012404A" w:rsidRDefault="0012404A">
      <w:pPr>
        <w:pStyle w:val="normal0"/>
        <w:widowControl/>
        <w:numPr>
          <w:ilvl w:val="0"/>
          <w:numId w:val="4"/>
        </w:numPr>
      </w:pPr>
      <w:r>
        <w:rPr>
          <w:rFonts w:ascii="Times New Roman" w:hAnsi="Times New Roman" w:cs="Times New Roman"/>
        </w:rPr>
        <w:t>ориентироваться в мире книг (работа с каталогом, с открытым библиотечным фондом);</w:t>
      </w:r>
    </w:p>
    <w:p w:rsidR="0012404A" w:rsidRDefault="0012404A">
      <w:pPr>
        <w:pStyle w:val="normal0"/>
        <w:widowControl/>
        <w:numPr>
          <w:ilvl w:val="0"/>
          <w:numId w:val="4"/>
        </w:numPr>
      </w:pPr>
      <w:r>
        <w:rPr>
          <w:rFonts w:ascii="Times New Roman" w:hAnsi="Times New Roman" w:cs="Times New Roman"/>
        </w:rPr>
        <w:t>составлять краткие аннотации к прочитанным книгам;</w:t>
      </w:r>
    </w:p>
    <w:p w:rsidR="0012404A" w:rsidRDefault="0012404A">
      <w:pPr>
        <w:pStyle w:val="normal0"/>
        <w:widowControl/>
        <w:numPr>
          <w:ilvl w:val="0"/>
          <w:numId w:val="4"/>
        </w:numPr>
      </w:pPr>
      <w:r>
        <w:rPr>
          <w:rFonts w:ascii="Times New Roman" w:hAnsi="Times New Roman" w:cs="Times New Roman"/>
        </w:rPr>
        <w:t>пользоваться словарями, справочниками, энциклопедиями.</w:t>
      </w:r>
    </w:p>
    <w:p w:rsidR="0012404A" w:rsidRDefault="0012404A">
      <w:pPr>
        <w:pStyle w:val="normal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Коммуникативные учебные умения</w:t>
      </w:r>
      <w:r>
        <w:rPr>
          <w:rFonts w:ascii="Times New Roman" w:hAnsi="Times New Roman" w:cs="Times New Roman"/>
        </w:rPr>
        <w:t>:</w:t>
      </w:r>
    </w:p>
    <w:p w:rsidR="0012404A" w:rsidRDefault="0012404A">
      <w:pPr>
        <w:pStyle w:val="normal0"/>
        <w:widowControl/>
        <w:numPr>
          <w:ilvl w:val="0"/>
          <w:numId w:val="6"/>
        </w:numPr>
      </w:pPr>
      <w:r>
        <w:rPr>
          <w:rFonts w:ascii="Times New Roman" w:hAnsi="Times New Roman" w:cs="Times New Roman"/>
        </w:rPr>
        <w:t>участвовать в беседе о прочитанной книге, выражать своё мнение и аргументировать свою точку зрения;</w:t>
      </w:r>
    </w:p>
    <w:p w:rsidR="0012404A" w:rsidRDefault="0012404A">
      <w:pPr>
        <w:pStyle w:val="normal0"/>
        <w:widowControl/>
        <w:numPr>
          <w:ilvl w:val="0"/>
          <w:numId w:val="6"/>
        </w:numPr>
      </w:pPr>
      <w:r>
        <w:rPr>
          <w:rFonts w:ascii="Times New Roman" w:hAnsi="Times New Roman" w:cs="Times New Roman"/>
        </w:rPr>
        <w:t>оценивать поведение героев с точки зрения морали, формировать свою этическую позицию;</w:t>
      </w:r>
    </w:p>
    <w:p w:rsidR="0012404A" w:rsidRDefault="0012404A">
      <w:pPr>
        <w:pStyle w:val="normal0"/>
        <w:widowControl/>
        <w:numPr>
          <w:ilvl w:val="0"/>
          <w:numId w:val="6"/>
        </w:numPr>
      </w:pPr>
      <w:r>
        <w:rPr>
          <w:rFonts w:ascii="Times New Roman" w:hAnsi="Times New Roman" w:cs="Times New Roman"/>
        </w:rPr>
        <w:t>высказывать своё суждение об оформлении и структуре книги;</w:t>
      </w:r>
    </w:p>
    <w:p w:rsidR="0012404A" w:rsidRDefault="0012404A">
      <w:pPr>
        <w:pStyle w:val="normal0"/>
        <w:widowControl/>
        <w:numPr>
          <w:ilvl w:val="0"/>
          <w:numId w:val="6"/>
        </w:numPr>
      </w:pPr>
      <w:r>
        <w:rPr>
          <w:rFonts w:ascii="Times New Roman" w:hAnsi="Times New Roman" w:cs="Times New Roman"/>
        </w:rPr>
        <w:t>участвовать в конкурсах чтецов и рассказчиков;</w:t>
      </w:r>
    </w:p>
    <w:p w:rsidR="0012404A" w:rsidRDefault="0012404A">
      <w:pPr>
        <w:pStyle w:val="normal0"/>
        <w:widowControl/>
        <w:numPr>
          <w:ilvl w:val="0"/>
          <w:numId w:val="6"/>
        </w:numPr>
      </w:pPr>
      <w:r>
        <w:rPr>
          <w:rFonts w:ascii="Times New Roman" w:hAnsi="Times New Roman" w:cs="Times New Roman"/>
        </w:rPr>
        <w:t>соблюдать правила общения и поведения в школе, библиотеке, дома и т. д.</w:t>
      </w:r>
    </w:p>
    <w:p w:rsidR="0012404A" w:rsidRDefault="0012404A">
      <w:pPr>
        <w:pStyle w:val="normal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Универсальные учебные действия:</w:t>
      </w:r>
    </w:p>
    <w:p w:rsidR="0012404A" w:rsidRDefault="0012404A">
      <w:pPr>
        <w:pStyle w:val="normal0"/>
        <w:widowControl/>
        <w:numPr>
          <w:ilvl w:val="0"/>
          <w:numId w:val="9"/>
        </w:numPr>
      </w:pPr>
      <w:r>
        <w:rPr>
          <w:rFonts w:ascii="Times New Roman" w:hAnsi="Times New Roman" w:cs="Times New Roman"/>
        </w:rPr>
        <w:t>находить книгу в открытом библиотечном фонде;</w:t>
      </w:r>
    </w:p>
    <w:p w:rsidR="0012404A" w:rsidRDefault="0012404A">
      <w:pPr>
        <w:pStyle w:val="normal0"/>
        <w:widowControl/>
        <w:numPr>
          <w:ilvl w:val="0"/>
          <w:numId w:val="9"/>
        </w:numPr>
      </w:pPr>
      <w:r>
        <w:rPr>
          <w:rFonts w:ascii="Times New Roman" w:hAnsi="Times New Roman" w:cs="Times New Roman"/>
        </w:rPr>
        <w:t>выбирать нужную книгу по теме, жанру и авторской принадлежности;</w:t>
      </w:r>
    </w:p>
    <w:p w:rsidR="0012404A" w:rsidRDefault="0012404A">
      <w:pPr>
        <w:pStyle w:val="normal0"/>
        <w:widowControl/>
        <w:numPr>
          <w:ilvl w:val="0"/>
          <w:numId w:val="9"/>
        </w:numPr>
      </w:pPr>
      <w:r>
        <w:rPr>
          <w:rFonts w:ascii="Times New Roman" w:hAnsi="Times New Roman" w:cs="Times New Roman"/>
        </w:rPr>
        <w:t>сравнивать книги одного автора разных лет издания по оформлению;</w:t>
      </w:r>
    </w:p>
    <w:p w:rsidR="0012404A" w:rsidRDefault="0012404A">
      <w:pPr>
        <w:pStyle w:val="normal0"/>
        <w:widowControl/>
        <w:numPr>
          <w:ilvl w:val="0"/>
          <w:numId w:val="9"/>
        </w:numPr>
      </w:pPr>
      <w:r>
        <w:rPr>
          <w:rFonts w:ascii="Times New Roman" w:hAnsi="Times New Roman" w:cs="Times New Roman"/>
        </w:rPr>
        <w:t>формулировать и высказывать своё впечатление о прочитанной</w:t>
      </w:r>
    </w:p>
    <w:p w:rsidR="0012404A" w:rsidRDefault="0012404A">
      <w:pPr>
        <w:pStyle w:val="normal0"/>
        <w:widowControl/>
        <w:numPr>
          <w:ilvl w:val="0"/>
          <w:numId w:val="9"/>
        </w:numPr>
      </w:pPr>
      <w:r>
        <w:rPr>
          <w:rFonts w:ascii="Times New Roman" w:hAnsi="Times New Roman" w:cs="Times New Roman"/>
        </w:rPr>
        <w:t>книге и героях;</w:t>
      </w:r>
    </w:p>
    <w:p w:rsidR="0012404A" w:rsidRDefault="0012404A">
      <w:pPr>
        <w:pStyle w:val="normal0"/>
        <w:widowControl/>
        <w:numPr>
          <w:ilvl w:val="0"/>
          <w:numId w:val="9"/>
        </w:numPr>
      </w:pPr>
      <w:r>
        <w:rPr>
          <w:rFonts w:ascii="Times New Roman" w:hAnsi="Times New Roman" w:cs="Times New Roman"/>
        </w:rPr>
        <w:t>характеризовать книгу, определять тему и жанр, выбирать книгу на</w:t>
      </w:r>
    </w:p>
    <w:p w:rsidR="0012404A" w:rsidRDefault="0012404A">
      <w:pPr>
        <w:pStyle w:val="normal0"/>
        <w:widowControl/>
        <w:numPr>
          <w:ilvl w:val="0"/>
          <w:numId w:val="9"/>
        </w:numPr>
      </w:pPr>
      <w:r>
        <w:rPr>
          <w:rFonts w:ascii="Times New Roman" w:hAnsi="Times New Roman" w:cs="Times New Roman"/>
        </w:rPr>
        <w:t>заданную тему;</w:t>
      </w:r>
    </w:p>
    <w:p w:rsidR="0012404A" w:rsidRDefault="0012404A">
      <w:pPr>
        <w:pStyle w:val="normal0"/>
        <w:widowControl/>
        <w:numPr>
          <w:ilvl w:val="0"/>
          <w:numId w:val="9"/>
        </w:numPr>
      </w:pPr>
      <w:r>
        <w:rPr>
          <w:rFonts w:ascii="Times New Roman" w:hAnsi="Times New Roman" w:cs="Times New Roman"/>
        </w:rPr>
        <w:t>сравнивать книгу-сборник с книгой-произведением;</w:t>
      </w:r>
    </w:p>
    <w:p w:rsidR="0012404A" w:rsidRDefault="0012404A">
      <w:pPr>
        <w:pStyle w:val="normal0"/>
        <w:widowControl/>
        <w:numPr>
          <w:ilvl w:val="0"/>
          <w:numId w:val="9"/>
        </w:numPr>
      </w:pPr>
      <w:r>
        <w:rPr>
          <w:rFonts w:ascii="Times New Roman" w:hAnsi="Times New Roman" w:cs="Times New Roman"/>
        </w:rPr>
        <w:t>слушать и читать книгу, понимать прочитанное;</w:t>
      </w:r>
    </w:p>
    <w:p w:rsidR="0012404A" w:rsidRDefault="0012404A">
      <w:pPr>
        <w:pStyle w:val="normal0"/>
        <w:widowControl/>
        <w:numPr>
          <w:ilvl w:val="0"/>
          <w:numId w:val="9"/>
        </w:numPr>
      </w:pPr>
      <w:r>
        <w:rPr>
          <w:rFonts w:ascii="Times New Roman" w:hAnsi="Times New Roman" w:cs="Times New Roman"/>
        </w:rPr>
        <w:t>пользоваться аппаратом книги;</w:t>
      </w:r>
    </w:p>
    <w:p w:rsidR="0012404A" w:rsidRDefault="0012404A">
      <w:pPr>
        <w:pStyle w:val="normal0"/>
        <w:widowControl/>
        <w:numPr>
          <w:ilvl w:val="0"/>
          <w:numId w:val="9"/>
        </w:numPr>
      </w:pPr>
      <w:r>
        <w:rPr>
          <w:rFonts w:ascii="Times New Roman" w:hAnsi="Times New Roman" w:cs="Times New Roman"/>
        </w:rPr>
        <w:t>овладевать правилами поведения в общественных местах (библиотеке);</w:t>
      </w:r>
    </w:p>
    <w:p w:rsidR="0012404A" w:rsidRDefault="0012404A">
      <w:pPr>
        <w:pStyle w:val="normal0"/>
        <w:widowControl/>
        <w:numPr>
          <w:ilvl w:val="0"/>
          <w:numId w:val="9"/>
        </w:numPr>
      </w:pPr>
      <w:r>
        <w:rPr>
          <w:rFonts w:ascii="Times New Roman" w:hAnsi="Times New Roman" w:cs="Times New Roman"/>
        </w:rPr>
        <w:t>систематизировать по темам детские книги в домашней библиотеке.</w:t>
      </w:r>
    </w:p>
    <w:p w:rsidR="0012404A" w:rsidRDefault="0012404A">
      <w:pPr>
        <w:pStyle w:val="normal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Личностные результаты:</w:t>
      </w:r>
    </w:p>
    <w:p w:rsidR="0012404A" w:rsidRDefault="0012404A">
      <w:pPr>
        <w:pStyle w:val="normal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 Осознание важности чтения и литературы как средства познания окружающего мира и самого себя.</w:t>
      </w:r>
    </w:p>
    <w:p w:rsidR="0012404A" w:rsidRDefault="0012404A">
      <w:pPr>
        <w:pStyle w:val="normal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 Осмысление значимости литературы как явления национальной и мировой культуры, важного средства сохранения и передачи нравственных ценностей и традиций.</w:t>
      </w:r>
    </w:p>
    <w:p w:rsidR="0012404A" w:rsidRDefault="0012404A">
      <w:pPr>
        <w:pStyle w:val="normal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3) Усвоение основных нравственных норм и ориентация на их соблюдение.</w:t>
      </w:r>
    </w:p>
    <w:p w:rsidR="0012404A" w:rsidRDefault="0012404A">
      <w:pPr>
        <w:pStyle w:val="normal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4)Осознавать значение литературного чтения в формировании собственной культуры и мировосприятия;</w:t>
      </w:r>
    </w:p>
    <w:p w:rsidR="0012404A" w:rsidRDefault="0012404A">
      <w:pPr>
        <w:pStyle w:val="normal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Метапредметные результаты:</w:t>
      </w:r>
    </w:p>
    <w:p w:rsidR="0012404A" w:rsidRDefault="0012404A">
      <w:pPr>
        <w:pStyle w:val="normal0"/>
        <w:widowControl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Овладение способностями принимать и охранять цели и задачи учебной деятельности, поиска средств ее осуществления.</w:t>
      </w:r>
    </w:p>
    <w:p w:rsidR="0012404A" w:rsidRDefault="0012404A">
      <w:pPr>
        <w:pStyle w:val="normal0"/>
        <w:widowControl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Освоение способов проблем творческого и поискового характера.</w:t>
      </w:r>
    </w:p>
    <w:p w:rsidR="0012404A" w:rsidRDefault="0012404A">
      <w:pPr>
        <w:pStyle w:val="normal0"/>
        <w:widowControl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результата.</w:t>
      </w:r>
    </w:p>
    <w:p w:rsidR="0012404A" w:rsidRDefault="0012404A">
      <w:pPr>
        <w:pStyle w:val="normal0"/>
        <w:widowControl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Овладение навыками смыслового чтения текстов различных стилей и жанров в соответствии с целями и задачами; формирование умения осознанно строить речевое высказывание в соответствии с задачами коммуникации и составлять тексты в устной и письменной формах.</w:t>
      </w:r>
    </w:p>
    <w:p w:rsidR="0012404A" w:rsidRDefault="0012404A">
      <w:pPr>
        <w:pStyle w:val="normal0"/>
        <w:widowControl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Овладение логическими действиями анализа и синтеза, сравнения, обобщения, классификации по родовидовым признакам, установление аналогий и причинно-следственных связей, построение рассуждений, отнесение к известным понятиям.</w:t>
      </w:r>
    </w:p>
    <w:p w:rsidR="0012404A" w:rsidRDefault="0012404A">
      <w:pPr>
        <w:pStyle w:val="normal0"/>
        <w:widowControl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Готовность слушать собеседника и вести диалог; готовность признавать существование различных точек зрения и права каждого иметь свою, излагать свое мнение и аргументировать свою точку зрения и оценку событий.</w:t>
      </w:r>
    </w:p>
    <w:p w:rsidR="0012404A" w:rsidRDefault="0012404A">
      <w:pPr>
        <w:pStyle w:val="normal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12404A" w:rsidRDefault="0012404A">
      <w:pPr>
        <w:pStyle w:val="normal0"/>
        <w:rPr>
          <w:rFonts w:ascii="Times New Roman" w:hAnsi="Times New Roman" w:cs="Times New Roman"/>
        </w:rPr>
      </w:pPr>
    </w:p>
    <w:p w:rsidR="0012404A" w:rsidRDefault="0012404A">
      <w:pPr>
        <w:pStyle w:val="normal0"/>
        <w:rPr>
          <w:rFonts w:ascii="Times New Roman" w:hAnsi="Times New Roman" w:cs="Times New Roman"/>
        </w:rPr>
      </w:pPr>
    </w:p>
    <w:p w:rsidR="0012404A" w:rsidRDefault="0012404A">
      <w:pPr>
        <w:pStyle w:val="normal0"/>
        <w:jc w:val="center"/>
        <w:rPr>
          <w:rFonts w:ascii="Times New Roman" w:hAnsi="Times New Roman" w:cs="Times New Roman"/>
          <w:b/>
          <w:bCs/>
        </w:rPr>
      </w:pPr>
    </w:p>
    <w:p w:rsidR="0012404A" w:rsidRDefault="0012404A">
      <w:pPr>
        <w:pStyle w:val="normal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Ожидаемые результаты формирования УУД к концу 4-го года обучения</w:t>
      </w:r>
    </w:p>
    <w:p w:rsidR="0012404A" w:rsidRDefault="0012404A">
      <w:pPr>
        <w:pStyle w:val="normal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Личностные результаты:</w:t>
      </w:r>
    </w:p>
    <w:p w:rsidR="0012404A" w:rsidRDefault="0012404A">
      <w:pPr>
        <w:pStyle w:val="normal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 Осознание важности чтения и литературы как средства познания окружающего мира и самого себя.</w:t>
      </w:r>
    </w:p>
    <w:p w:rsidR="0012404A" w:rsidRDefault="0012404A">
      <w:pPr>
        <w:pStyle w:val="normal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 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12404A" w:rsidRDefault="0012404A">
      <w:pPr>
        <w:pStyle w:val="normal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12404A" w:rsidRDefault="0012404A">
      <w:pPr>
        <w:pStyle w:val="normal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4) Формирование эстетических потребностей, ценностей и чувств.</w:t>
      </w:r>
    </w:p>
    <w:p w:rsidR="0012404A" w:rsidRDefault="0012404A">
      <w:pPr>
        <w:pStyle w:val="normal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5) Развитие этических чувств, доброжелательности и эмоционально-нравственной отзывчивости, понимания и сопереживания чувствам других людей.</w:t>
      </w:r>
    </w:p>
    <w:p w:rsidR="0012404A" w:rsidRDefault="0012404A">
      <w:pPr>
        <w:pStyle w:val="normal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6)Профилировать свою нравственно-этическую ориентацию (накопив в ходе анализа произведений и общения по их поводу опыт моральных оценок и нравственного выбора).</w:t>
      </w:r>
    </w:p>
    <w:p w:rsidR="0012404A" w:rsidRDefault="0012404A">
      <w:pPr>
        <w:pStyle w:val="normal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Метапредметные результаты:</w:t>
      </w:r>
    </w:p>
    <w:p w:rsidR="0012404A" w:rsidRDefault="0012404A">
      <w:pPr>
        <w:pStyle w:val="normal0"/>
        <w:widowControl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Формирование умения понимать причины успеха/неуспеха учебной деятельности и способности конструктивно действовать даже в ситуациях неуспеха.</w:t>
      </w:r>
    </w:p>
    <w:p w:rsidR="0012404A" w:rsidRDefault="0012404A">
      <w:pPr>
        <w:pStyle w:val="normal0"/>
        <w:widowControl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Освоение начальных форм познавательной и личностной рефлексии.</w:t>
      </w:r>
    </w:p>
    <w:p w:rsidR="0012404A" w:rsidRDefault="0012404A">
      <w:pPr>
        <w:pStyle w:val="normal0"/>
        <w:widowControl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Активное использование речевых средств и средств информационных и коммуникационных технологий для решения коммуникативных и познавательных задач.</w:t>
      </w:r>
    </w:p>
    <w:p w:rsidR="0012404A" w:rsidRDefault="0012404A">
      <w:pPr>
        <w:pStyle w:val="normal0"/>
        <w:widowControl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видео- и графическим сопровождением; соблюдать нормы информационной избирательности, этики и этикета.</w:t>
      </w:r>
    </w:p>
    <w:p w:rsidR="0012404A" w:rsidRDefault="0012404A">
      <w:pPr>
        <w:pStyle w:val="normal0"/>
        <w:widowControl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Овладение логическими действиями анализа и синтеза, сравнения, обобщения, классификации по родовидовым признакам, установление аналогий и причинно-следственных связей, построение рассуждений, отнесение к известным понятиям.</w:t>
      </w:r>
    </w:p>
    <w:p w:rsidR="0012404A" w:rsidRDefault="0012404A">
      <w:pPr>
        <w:pStyle w:val="normal0"/>
        <w:widowControl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12404A" w:rsidRDefault="0012404A">
      <w:pPr>
        <w:pStyle w:val="normal0"/>
        <w:widowControl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Осуществлять самоконтроль и контроль за ходом выполнения работы и полученного результата.</w:t>
      </w:r>
    </w:p>
    <w:p w:rsidR="0012404A" w:rsidRDefault="0012404A">
      <w:pPr>
        <w:pStyle w:val="normal0"/>
        <w:rPr>
          <w:rFonts w:ascii="Times New Roman" w:hAnsi="Times New Roman" w:cs="Times New Roman"/>
          <w:b/>
          <w:bCs/>
        </w:rPr>
      </w:pPr>
    </w:p>
    <w:p w:rsidR="0012404A" w:rsidRDefault="0012404A">
      <w:pPr>
        <w:pStyle w:val="normal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Способы отслеживания ожидаемых результатов:</w:t>
      </w:r>
    </w:p>
    <w:p w:rsidR="0012404A" w:rsidRDefault="0012404A">
      <w:pPr>
        <w:pStyle w:val="normal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Предметные УУД</w:t>
      </w:r>
      <w:r>
        <w:rPr>
          <w:rFonts w:ascii="Times New Roman" w:hAnsi="Times New Roman" w:cs="Times New Roman"/>
        </w:rPr>
        <w:t>: контрольное задание, тестирование, викторина, составление кроссвордов, опросники, собеседование, аукцион знаний, интеллектуальная игра, конкурс, защита проектов и творческих работ.</w:t>
      </w:r>
    </w:p>
    <w:p w:rsidR="0012404A" w:rsidRDefault="0012404A">
      <w:pPr>
        <w:pStyle w:val="normal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МетапредметныеУУД</w:t>
      </w:r>
      <w:r>
        <w:rPr>
          <w:rFonts w:ascii="Times New Roman" w:hAnsi="Times New Roman" w:cs="Times New Roman"/>
        </w:rPr>
        <w:t>: наблюдение, участие в проектах, творческие отчеты,творческие конкурсы, проведение праздников и мероприятий.</w:t>
      </w:r>
    </w:p>
    <w:p w:rsidR="0012404A" w:rsidRDefault="0012404A">
      <w:pPr>
        <w:pStyle w:val="normal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Личностные УУД:</w:t>
      </w:r>
      <w:r>
        <w:rPr>
          <w:rFonts w:ascii="Times New Roman" w:hAnsi="Times New Roman" w:cs="Times New Roman"/>
        </w:rPr>
        <w:t xml:space="preserve"> наблюдение, тестирование, собеседование.</w:t>
      </w:r>
    </w:p>
    <w:p w:rsidR="0012404A" w:rsidRDefault="0012404A">
      <w:pPr>
        <w:pStyle w:val="normal0"/>
        <w:rPr>
          <w:rFonts w:ascii="Times New Roman" w:hAnsi="Times New Roman" w:cs="Times New Roman"/>
        </w:rPr>
      </w:pPr>
    </w:p>
    <w:p w:rsidR="0012404A" w:rsidRDefault="0012404A">
      <w:pPr>
        <w:pStyle w:val="normal0"/>
        <w:keepNext/>
        <w:keepLines/>
        <w:jc w:val="both"/>
        <w:rPr>
          <w:rFonts w:ascii="Times New Roman" w:hAnsi="Times New Roman" w:cs="Times New Roman"/>
          <w:b/>
          <w:bCs/>
          <w:color w:val="000000"/>
        </w:rPr>
      </w:pPr>
      <w:bookmarkStart w:id="6" w:name="BM3dy6vkm" w:colFirst="0" w:colLast="0"/>
      <w:bookmarkEnd w:id="6"/>
      <w:r>
        <w:rPr>
          <w:rFonts w:ascii="Times New Roman" w:hAnsi="Times New Roman" w:cs="Times New Roman"/>
          <w:b/>
          <w:bCs/>
          <w:color w:val="000000"/>
        </w:rPr>
        <w:t>Структура курса</w:t>
      </w:r>
    </w:p>
    <w:p w:rsidR="0012404A" w:rsidRDefault="0012404A">
      <w:pPr>
        <w:pStyle w:val="normal0"/>
        <w:jc w:val="both"/>
        <w:rPr>
          <w:rFonts w:ascii="Times New Roman" w:hAnsi="Times New Roman" w:cs="Times New Roman"/>
          <w:b/>
          <w:bCs/>
          <w:i/>
          <w:iCs/>
          <w:color w:val="000000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highlight w:val="white"/>
        </w:rPr>
        <w:t xml:space="preserve">В курсе литературного чтения реализуются следующие </w:t>
      </w:r>
      <w:r>
        <w:rPr>
          <w:rFonts w:ascii="Times New Roman" w:hAnsi="Times New Roman" w:cs="Times New Roman"/>
          <w:b/>
          <w:bCs/>
          <w:i/>
          <w:iCs/>
          <w:color w:val="000000"/>
        </w:rPr>
        <w:t>сквозные линии развития учащихся средствами предмета.</w:t>
      </w:r>
    </w:p>
    <w:p w:rsidR="0012404A" w:rsidRDefault="0012404A">
      <w:pPr>
        <w:pStyle w:val="normal0"/>
        <w:jc w:val="both"/>
        <w:rPr>
          <w:rFonts w:ascii="Times New Roman" w:hAnsi="Times New Roman" w:cs="Times New Roman"/>
          <w:b/>
          <w:bCs/>
          <w:i/>
          <w:iCs/>
          <w:color w:val="000000"/>
        </w:rPr>
      </w:pPr>
      <w:r>
        <w:rPr>
          <w:rFonts w:ascii="Times New Roman" w:hAnsi="Times New Roman" w:cs="Times New Roman"/>
          <w:b/>
          <w:bCs/>
          <w:i/>
          <w:iCs/>
          <w:color w:val="000000"/>
        </w:rPr>
        <w:t>Линии, общие с курсом русского языка:</w:t>
      </w:r>
    </w:p>
    <w:p w:rsidR="0012404A" w:rsidRDefault="0012404A">
      <w:pPr>
        <w:pStyle w:val="normal0"/>
        <w:numPr>
          <w:ilvl w:val="0"/>
          <w:numId w:val="13"/>
        </w:numPr>
        <w:tabs>
          <w:tab w:val="left" w:pos="411"/>
        </w:tabs>
        <w:jc w:val="both"/>
      </w:pPr>
      <w:r>
        <w:rPr>
          <w:rFonts w:ascii="Times New Roman" w:hAnsi="Times New Roman" w:cs="Times New Roman"/>
          <w:color w:val="000000"/>
        </w:rPr>
        <w:t>овладение функциональной грамотностью на уровне предмета (извлечение, преобразование и использование текстовой информации);</w:t>
      </w:r>
    </w:p>
    <w:p w:rsidR="0012404A" w:rsidRDefault="0012404A">
      <w:pPr>
        <w:pStyle w:val="normal0"/>
        <w:numPr>
          <w:ilvl w:val="0"/>
          <w:numId w:val="13"/>
        </w:numPr>
        <w:tabs>
          <w:tab w:val="left" w:pos="411"/>
        </w:tabs>
        <w:jc w:val="both"/>
      </w:pPr>
      <w:r>
        <w:rPr>
          <w:rFonts w:ascii="Times New Roman" w:hAnsi="Times New Roman" w:cs="Times New Roman"/>
          <w:color w:val="000000"/>
        </w:rPr>
        <w:t>овладение техникой чтения, приёмами понимания и анализа текстов;</w:t>
      </w:r>
    </w:p>
    <w:p w:rsidR="0012404A" w:rsidRDefault="0012404A">
      <w:pPr>
        <w:pStyle w:val="normal0"/>
        <w:numPr>
          <w:ilvl w:val="0"/>
          <w:numId w:val="13"/>
        </w:numPr>
        <w:tabs>
          <w:tab w:val="left" w:pos="411"/>
        </w:tabs>
        <w:jc w:val="both"/>
      </w:pPr>
      <w:r>
        <w:rPr>
          <w:rFonts w:ascii="Times New Roman" w:hAnsi="Times New Roman" w:cs="Times New Roman"/>
          <w:color w:val="000000"/>
        </w:rPr>
        <w:t>овладение умениями, навыками различных видов устной и письменной речи.</w:t>
      </w:r>
    </w:p>
    <w:p w:rsidR="0012404A" w:rsidRDefault="0012404A">
      <w:pPr>
        <w:pStyle w:val="normal0"/>
        <w:jc w:val="both"/>
        <w:rPr>
          <w:rFonts w:ascii="Times New Roman" w:hAnsi="Times New Roman" w:cs="Times New Roman"/>
          <w:b/>
          <w:bCs/>
          <w:i/>
          <w:iCs/>
          <w:color w:val="000000"/>
        </w:rPr>
      </w:pPr>
      <w:r>
        <w:rPr>
          <w:rFonts w:ascii="Times New Roman" w:hAnsi="Times New Roman" w:cs="Times New Roman"/>
          <w:b/>
          <w:bCs/>
          <w:i/>
          <w:iCs/>
          <w:color w:val="000000"/>
        </w:rPr>
        <w:t>Линии, специфические для курса «Смысловое чтение»:</w:t>
      </w:r>
    </w:p>
    <w:p w:rsidR="0012404A" w:rsidRDefault="0012404A">
      <w:pPr>
        <w:pStyle w:val="normal0"/>
        <w:numPr>
          <w:ilvl w:val="0"/>
          <w:numId w:val="13"/>
        </w:numPr>
        <w:tabs>
          <w:tab w:val="left" w:pos="411"/>
        </w:tabs>
        <w:jc w:val="both"/>
      </w:pPr>
      <w:r>
        <w:rPr>
          <w:rFonts w:ascii="Times New Roman" w:hAnsi="Times New Roman" w:cs="Times New Roman"/>
          <w:color w:val="000000"/>
        </w:rPr>
        <w:t>определение и объяснение своего эмоционально-оценочного отношения к прочитанному;</w:t>
      </w:r>
    </w:p>
    <w:p w:rsidR="0012404A" w:rsidRDefault="0012404A">
      <w:pPr>
        <w:pStyle w:val="normal0"/>
        <w:numPr>
          <w:ilvl w:val="0"/>
          <w:numId w:val="13"/>
        </w:numPr>
        <w:tabs>
          <w:tab w:val="left" w:pos="411"/>
        </w:tabs>
        <w:jc w:val="both"/>
      </w:pPr>
      <w:r>
        <w:rPr>
          <w:rFonts w:ascii="Times New Roman" w:hAnsi="Times New Roman" w:cs="Times New Roman"/>
          <w:color w:val="000000"/>
        </w:rPr>
        <w:t>приобщение к литературе как искусству слова;</w:t>
      </w:r>
    </w:p>
    <w:p w:rsidR="0012404A" w:rsidRDefault="0012404A">
      <w:pPr>
        <w:pStyle w:val="normal0"/>
        <w:numPr>
          <w:ilvl w:val="0"/>
          <w:numId w:val="13"/>
        </w:numPr>
        <w:tabs>
          <w:tab w:val="left" w:pos="416"/>
        </w:tabs>
        <w:jc w:val="both"/>
      </w:pPr>
      <w:r>
        <w:rPr>
          <w:rFonts w:ascii="Times New Roman" w:hAnsi="Times New Roman" w:cs="Times New Roman"/>
          <w:color w:val="000000"/>
        </w:rPr>
        <w:t>приобретение и первичная систематизация знаний о литературе, книгах, писателях.</w:t>
      </w:r>
    </w:p>
    <w:p w:rsidR="0012404A" w:rsidRDefault="0012404A">
      <w:pPr>
        <w:pStyle w:val="normal0"/>
        <w:keepNext/>
        <w:keepLines/>
        <w:ind w:left="160"/>
        <w:jc w:val="both"/>
        <w:rPr>
          <w:rFonts w:ascii="Times New Roman" w:hAnsi="Times New Roman" w:cs="Times New Roman"/>
          <w:b/>
          <w:bCs/>
          <w:color w:val="000000"/>
        </w:rPr>
      </w:pPr>
      <w:bookmarkStart w:id="7" w:name="BM1t3h5sf" w:colFirst="0" w:colLast="0"/>
      <w:bookmarkEnd w:id="7"/>
    </w:p>
    <w:p w:rsidR="0012404A" w:rsidRDefault="0012404A">
      <w:pPr>
        <w:pStyle w:val="normal0"/>
        <w:keepNext/>
        <w:keepLines/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Разделы программы:</w:t>
      </w:r>
    </w:p>
    <w:p w:rsidR="0012404A" w:rsidRDefault="0012404A">
      <w:pPr>
        <w:pStyle w:val="normal0"/>
        <w:ind w:firstLine="46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Раздел </w:t>
      </w:r>
      <w:r>
        <w:rPr>
          <w:rFonts w:ascii="Times New Roman" w:hAnsi="Times New Roman" w:cs="Times New Roman"/>
          <w:b/>
          <w:bCs/>
          <w:color w:val="000000"/>
          <w:highlight w:val="white"/>
        </w:rPr>
        <w:t xml:space="preserve">«Виды речевой деятельности» </w:t>
      </w:r>
      <w:r>
        <w:rPr>
          <w:rFonts w:ascii="Times New Roman" w:hAnsi="Times New Roman" w:cs="Times New Roman"/>
          <w:color w:val="000000"/>
        </w:rPr>
        <w:t>включает следующие содержательные линии: аудирование (слушание), чтение, говорение (культура речевого общения), письмо (культура письменной речи). Содержание этого раздела обеспечивает развитие аудирования, говорения, чтения и письма в их единстве и взаимодействии, формируя культуру общения (устного и письменного).</w:t>
      </w:r>
    </w:p>
    <w:p w:rsidR="0012404A" w:rsidRDefault="0012404A">
      <w:pPr>
        <w:pStyle w:val="normal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highlight w:val="white"/>
        </w:rPr>
        <w:t>Аудирование (слушание)</w:t>
      </w:r>
      <w:r>
        <w:rPr>
          <w:rFonts w:ascii="Times New Roman" w:hAnsi="Times New Roman" w:cs="Times New Roman"/>
          <w:color w:val="000000"/>
        </w:rPr>
        <w:t xml:space="preserve"> - это умение слушать и слышать, то есть адекватно воспринимать на слух звучащую речь (высказывание собеседника, чтение различных текстов).</w:t>
      </w:r>
    </w:p>
    <w:p w:rsidR="0012404A" w:rsidRDefault="0012404A">
      <w:pPr>
        <w:pStyle w:val="normal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highlight w:val="white"/>
        </w:rPr>
        <w:t>Чтение</w:t>
      </w:r>
      <w:r>
        <w:rPr>
          <w:rFonts w:ascii="Times New Roman" w:hAnsi="Times New Roman" w:cs="Times New Roman"/>
          <w:color w:val="000000"/>
        </w:rPr>
        <w:t xml:space="preserve"> понимается как осознанный самостоятельный процесс чтения доступных по объему и жанру произведений, осмысление цели чтения и выбор вида чтения; выразительное чтение с использованием интонации, темпа, тона, пауз, ударений, соответствующих смыслу текста.</w:t>
      </w:r>
    </w:p>
    <w:p w:rsidR="0012404A" w:rsidRDefault="0012404A">
      <w:pPr>
        <w:pStyle w:val="normal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highlight w:val="white"/>
        </w:rPr>
        <w:t>Говорение (культура речевого общения)</w:t>
      </w:r>
      <w:r>
        <w:rPr>
          <w:rFonts w:ascii="Times New Roman" w:hAnsi="Times New Roman" w:cs="Times New Roman"/>
          <w:color w:val="000000"/>
        </w:rPr>
        <w:t xml:space="preserve"> определяет специфические умения вести диалог, отвечать и задавать вопросы по тексту, создавать монолог с использованием правил речевого этикета, воплощать свои жизненные впечатления в словесных образах, выстраивать композицию собственного высказывания, раскрывать в устном высказывании авторский замысел, передавая основную мысль текста.</w:t>
      </w:r>
    </w:p>
    <w:p w:rsidR="0012404A" w:rsidRDefault="0012404A">
      <w:pPr>
        <w:pStyle w:val="normal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highlight w:val="white"/>
        </w:rPr>
        <w:t>Письмо (культура письменной речи)</w:t>
      </w:r>
      <w:r>
        <w:rPr>
          <w:rFonts w:ascii="Times New Roman" w:hAnsi="Times New Roman" w:cs="Times New Roman"/>
          <w:color w:val="000000"/>
        </w:rPr>
        <w:t xml:space="preserve"> предполагает практическое освоение обучаемыми некоторых типов письменной речи (на основе осмысления художественного произведения): текста-повествования, текста-описания, текста-рассуждения; создание собственных мини-сочинений (рассказ по картинке); написание отзыва.</w:t>
      </w:r>
    </w:p>
    <w:p w:rsidR="0012404A" w:rsidRDefault="0012404A">
      <w:pPr>
        <w:pStyle w:val="normal0"/>
        <w:jc w:val="both"/>
        <w:rPr>
          <w:rFonts w:ascii="Times New Roman" w:hAnsi="Times New Roman" w:cs="Times New Roman"/>
          <w:color w:val="000000"/>
        </w:rPr>
      </w:pPr>
    </w:p>
    <w:p w:rsidR="0012404A" w:rsidRDefault="0012404A">
      <w:pPr>
        <w:pStyle w:val="normal0"/>
        <w:ind w:firstLine="72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Раздел </w:t>
      </w:r>
      <w:r>
        <w:rPr>
          <w:rFonts w:ascii="Times New Roman" w:hAnsi="Times New Roman" w:cs="Times New Roman"/>
          <w:b/>
          <w:bCs/>
          <w:color w:val="000000"/>
          <w:highlight w:val="white"/>
        </w:rPr>
        <w:t xml:space="preserve">«Виды читательской деятельности» </w:t>
      </w:r>
      <w:r>
        <w:rPr>
          <w:rFonts w:ascii="Times New Roman" w:hAnsi="Times New Roman" w:cs="Times New Roman"/>
          <w:color w:val="000000"/>
        </w:rPr>
        <w:t>включает в себя работу с разными видами текста. Эта работа предполагает формирование следующих аналитических умений: восприятие изобразительно-выразительных средств языка художественного произведения, научно-популярного текста; воссоздание картины жизни, представленной автором; установление причинно-следственных связей в художественном, учебном и научно-популярном текстах; понимание авторской позиции в произведении; выделение главной мысли текста. Предусматривает ознакомление ребенка младшего школьного возраста с книгой как источником различного вида информации и формирование библиографических умений.</w:t>
      </w:r>
    </w:p>
    <w:p w:rsidR="0012404A" w:rsidRDefault="0012404A">
      <w:pPr>
        <w:pStyle w:val="normal0"/>
        <w:ind w:firstLine="720"/>
        <w:jc w:val="both"/>
        <w:rPr>
          <w:rFonts w:ascii="Times New Roman" w:hAnsi="Times New Roman" w:cs="Times New Roman"/>
          <w:color w:val="000000"/>
        </w:rPr>
      </w:pPr>
    </w:p>
    <w:p w:rsidR="0012404A" w:rsidRDefault="0012404A">
      <w:pPr>
        <w:pStyle w:val="normal0"/>
        <w:ind w:firstLine="72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В разделе </w:t>
      </w:r>
      <w:r>
        <w:rPr>
          <w:rFonts w:ascii="Times New Roman" w:hAnsi="Times New Roman" w:cs="Times New Roman"/>
          <w:b/>
          <w:bCs/>
          <w:color w:val="000000"/>
          <w:highlight w:val="white"/>
        </w:rPr>
        <w:t xml:space="preserve">«Круг детского чтения» </w:t>
      </w:r>
      <w:r>
        <w:rPr>
          <w:rFonts w:ascii="Times New Roman" w:hAnsi="Times New Roman" w:cs="Times New Roman"/>
          <w:color w:val="000000"/>
        </w:rPr>
        <w:t>реализуются принципы отбора содержания чтения младшего школьника, которое обеспечивает формирование мотивированного выбора круга чтения, устойчивого интереса ученика к самостоятельной читательской деятельности, компетентности в области детской литературы: учет эстетической и нравственной ценности текстов, их жанрового и тематического разнообразия, доступности для восприятия детьми 6-10 лет, читательских предпочтений младших школьников.</w:t>
      </w:r>
    </w:p>
    <w:p w:rsidR="0012404A" w:rsidRDefault="0012404A">
      <w:pPr>
        <w:pStyle w:val="normal0"/>
        <w:ind w:firstLine="720"/>
        <w:jc w:val="both"/>
        <w:rPr>
          <w:rFonts w:ascii="Times New Roman" w:hAnsi="Times New Roman" w:cs="Times New Roman"/>
          <w:color w:val="000000"/>
        </w:rPr>
      </w:pPr>
    </w:p>
    <w:p w:rsidR="0012404A" w:rsidRDefault="0012404A">
      <w:pPr>
        <w:pStyle w:val="normal0"/>
        <w:ind w:firstLine="709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Раздел </w:t>
      </w:r>
      <w:r>
        <w:rPr>
          <w:rFonts w:ascii="Times New Roman" w:hAnsi="Times New Roman" w:cs="Times New Roman"/>
          <w:b/>
          <w:bCs/>
          <w:color w:val="000000"/>
          <w:highlight w:val="white"/>
        </w:rPr>
        <w:t xml:space="preserve">«Литературоведческая пропедевтика» </w:t>
      </w:r>
      <w:r>
        <w:rPr>
          <w:rFonts w:ascii="Times New Roman" w:hAnsi="Times New Roman" w:cs="Times New Roman"/>
          <w:color w:val="000000"/>
        </w:rPr>
        <w:t>содержит круг литературоведческих понятий для практического освоения детьми с целью ознакомления с первоначальными представлениями о видах и жанрах литературы, о средствах выразительности языка.</w:t>
      </w:r>
    </w:p>
    <w:p w:rsidR="0012404A" w:rsidRDefault="0012404A">
      <w:pPr>
        <w:pStyle w:val="normal0"/>
        <w:ind w:firstLine="709"/>
        <w:jc w:val="both"/>
        <w:rPr>
          <w:rFonts w:ascii="Times New Roman" w:hAnsi="Times New Roman" w:cs="Times New Roman"/>
          <w:color w:val="000000"/>
        </w:rPr>
      </w:pPr>
    </w:p>
    <w:p w:rsidR="0012404A" w:rsidRDefault="0012404A">
      <w:pPr>
        <w:pStyle w:val="normal0"/>
        <w:ind w:firstLine="66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Раздел </w:t>
      </w:r>
      <w:r>
        <w:rPr>
          <w:rFonts w:ascii="Times New Roman" w:hAnsi="Times New Roman" w:cs="Times New Roman"/>
          <w:b/>
          <w:bCs/>
          <w:color w:val="000000"/>
          <w:highlight w:val="white"/>
        </w:rPr>
        <w:t xml:space="preserve">«Творческая деятельность учащихся (на основе литературных произведений)» </w:t>
      </w:r>
      <w:r>
        <w:rPr>
          <w:rFonts w:ascii="Times New Roman" w:hAnsi="Times New Roman" w:cs="Times New Roman"/>
          <w:color w:val="000000"/>
        </w:rPr>
        <w:t>является ведущим элементом содержания начального этапа литературного образования. Опыт творческой деятельности воплощается в системе читательской и речевой деятельности, что обеспечивает перенос полученных детьми знаний в самостоятельную продуктивную творческую деятельность. Особое внимание уделяется созданию различных форм интерпретации текста.</w:t>
      </w:r>
    </w:p>
    <w:p w:rsidR="0012404A" w:rsidRDefault="0012404A">
      <w:pPr>
        <w:pStyle w:val="normal0"/>
        <w:ind w:firstLine="660"/>
        <w:jc w:val="both"/>
        <w:rPr>
          <w:rFonts w:ascii="Times New Roman" w:hAnsi="Times New Roman" w:cs="Times New Roman"/>
          <w:color w:val="000000"/>
        </w:rPr>
      </w:pPr>
    </w:p>
    <w:p w:rsidR="0012404A" w:rsidRDefault="0012404A">
      <w:pPr>
        <w:pStyle w:val="normal0"/>
        <w:ind w:firstLine="660"/>
        <w:jc w:val="both"/>
        <w:rPr>
          <w:rFonts w:ascii="Times New Roman" w:hAnsi="Times New Roman" w:cs="Times New Roman"/>
          <w:color w:val="000000"/>
        </w:rPr>
      </w:pPr>
    </w:p>
    <w:p w:rsidR="0012404A" w:rsidRDefault="0012404A">
      <w:pPr>
        <w:pStyle w:val="normal0"/>
        <w:ind w:firstLine="660"/>
        <w:jc w:val="both"/>
        <w:rPr>
          <w:rFonts w:ascii="Times New Roman" w:hAnsi="Times New Roman" w:cs="Times New Roman"/>
          <w:color w:val="000000"/>
        </w:rPr>
      </w:pPr>
    </w:p>
    <w:p w:rsidR="0012404A" w:rsidRDefault="0012404A">
      <w:pPr>
        <w:pStyle w:val="normal0"/>
        <w:ind w:firstLine="660"/>
        <w:jc w:val="both"/>
        <w:rPr>
          <w:rFonts w:ascii="Times New Roman" w:hAnsi="Times New Roman" w:cs="Times New Roman"/>
          <w:color w:val="000000"/>
        </w:rPr>
      </w:pPr>
    </w:p>
    <w:p w:rsidR="0012404A" w:rsidRDefault="0012404A">
      <w:pPr>
        <w:pStyle w:val="normal0"/>
        <w:ind w:firstLine="660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12404A" w:rsidRDefault="0012404A">
      <w:pPr>
        <w:pStyle w:val="normal0"/>
        <w:keepNext/>
        <w:widowControl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p w:rsidR="0012404A" w:rsidRDefault="0012404A">
      <w:pPr>
        <w:pStyle w:val="normal0"/>
        <w:keepNext/>
        <w:widowControl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p w:rsidR="0012404A" w:rsidRDefault="0012404A">
      <w:pPr>
        <w:pStyle w:val="normal0"/>
        <w:keepNext/>
        <w:widowControl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Учебно-тематический план </w:t>
      </w:r>
    </w:p>
    <w:p w:rsidR="0012404A" w:rsidRDefault="0012404A">
      <w:pPr>
        <w:pStyle w:val="normal0"/>
        <w:keepNext/>
        <w:widowControl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6217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/>
      </w:tblPr>
      <w:tblGrid>
        <w:gridCol w:w="523"/>
        <w:gridCol w:w="2859"/>
        <w:gridCol w:w="2835"/>
      </w:tblGrid>
      <w:tr w:rsidR="0012404A">
        <w:trPr>
          <w:cantSplit/>
          <w:tblHeader/>
        </w:trPr>
        <w:tc>
          <w:tcPr>
            <w:tcW w:w="523" w:type="dxa"/>
            <w:vMerge w:val="restart"/>
          </w:tcPr>
          <w:p w:rsidR="0012404A" w:rsidRPr="00AD7C08" w:rsidRDefault="0012404A" w:rsidP="00AD7C08">
            <w:pPr>
              <w:pStyle w:val="normal0"/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2404A" w:rsidRPr="00AD7C08" w:rsidRDefault="0012404A" w:rsidP="00AD7C08">
            <w:pPr>
              <w:pStyle w:val="normal0"/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D7C08">
              <w:rPr>
                <w:rFonts w:ascii="Times New Roman" w:hAnsi="Times New Roman" w:cs="Times New Roman"/>
                <w:color w:val="000000"/>
              </w:rPr>
              <w:t>№</w:t>
            </w:r>
          </w:p>
        </w:tc>
        <w:tc>
          <w:tcPr>
            <w:tcW w:w="2859" w:type="dxa"/>
            <w:vMerge w:val="restart"/>
          </w:tcPr>
          <w:p w:rsidR="0012404A" w:rsidRPr="00AD7C08" w:rsidRDefault="0012404A" w:rsidP="00AD7C08">
            <w:pPr>
              <w:pStyle w:val="normal0"/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2404A" w:rsidRPr="00AD7C08" w:rsidRDefault="0012404A" w:rsidP="00AD7C08">
            <w:pPr>
              <w:pStyle w:val="normal0"/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D7C08">
              <w:rPr>
                <w:rFonts w:ascii="Times New Roman" w:hAnsi="Times New Roman" w:cs="Times New Roman"/>
                <w:color w:val="000000"/>
              </w:rPr>
              <w:t>Раздел, тема</w:t>
            </w:r>
          </w:p>
        </w:tc>
        <w:tc>
          <w:tcPr>
            <w:tcW w:w="2835" w:type="dxa"/>
          </w:tcPr>
          <w:p w:rsidR="0012404A" w:rsidRPr="00AD7C08" w:rsidRDefault="0012404A" w:rsidP="00AD7C08">
            <w:pPr>
              <w:pStyle w:val="normal0"/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D7C08">
              <w:rPr>
                <w:rFonts w:ascii="Times New Roman" w:hAnsi="Times New Roman" w:cs="Times New Roman"/>
                <w:b/>
                <w:bCs/>
                <w:color w:val="000000"/>
              </w:rPr>
              <w:t>Количество часов</w:t>
            </w:r>
          </w:p>
        </w:tc>
      </w:tr>
      <w:tr w:rsidR="0012404A">
        <w:trPr>
          <w:cantSplit/>
          <w:tblHeader/>
        </w:trPr>
        <w:tc>
          <w:tcPr>
            <w:tcW w:w="523" w:type="dxa"/>
            <w:vMerge/>
          </w:tcPr>
          <w:p w:rsidR="0012404A" w:rsidRPr="00AD7C08" w:rsidRDefault="0012404A" w:rsidP="00AD7C08">
            <w:pPr>
              <w:pStyle w:val="normal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59" w:type="dxa"/>
            <w:vMerge/>
          </w:tcPr>
          <w:p w:rsidR="0012404A" w:rsidRPr="00AD7C08" w:rsidRDefault="0012404A" w:rsidP="00AD7C08">
            <w:pPr>
              <w:pStyle w:val="normal0"/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35" w:type="dxa"/>
          </w:tcPr>
          <w:p w:rsidR="0012404A" w:rsidRPr="00AD7C08" w:rsidRDefault="0012404A" w:rsidP="00AD7C08">
            <w:pPr>
              <w:pStyle w:val="normal0"/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D7C08">
              <w:rPr>
                <w:rFonts w:ascii="Times New Roman" w:hAnsi="Times New Roman" w:cs="Times New Roman"/>
                <w:color w:val="000000"/>
              </w:rPr>
              <w:t>4 класс</w:t>
            </w:r>
          </w:p>
        </w:tc>
      </w:tr>
      <w:tr w:rsidR="0012404A">
        <w:trPr>
          <w:cantSplit/>
          <w:trHeight w:val="258"/>
          <w:tblHeader/>
        </w:trPr>
        <w:tc>
          <w:tcPr>
            <w:tcW w:w="523" w:type="dxa"/>
          </w:tcPr>
          <w:p w:rsidR="0012404A" w:rsidRPr="00AD7C08" w:rsidRDefault="0012404A" w:rsidP="00AD7C08">
            <w:pPr>
              <w:pStyle w:val="normal0"/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D7C08">
              <w:rPr>
                <w:rFonts w:ascii="Times New Roman" w:hAnsi="Times New Roman" w:cs="Times New Roman"/>
                <w:color w:val="000000"/>
              </w:rPr>
              <w:t>1.</w:t>
            </w:r>
          </w:p>
        </w:tc>
        <w:tc>
          <w:tcPr>
            <w:tcW w:w="2859" w:type="dxa"/>
          </w:tcPr>
          <w:p w:rsidR="0012404A" w:rsidRPr="00AD7C08" w:rsidRDefault="0012404A" w:rsidP="00AD7C08">
            <w:pPr>
              <w:pStyle w:val="normal0"/>
              <w:widowControl/>
              <w:rPr>
                <w:rFonts w:ascii="Times New Roman" w:hAnsi="Times New Roman" w:cs="Times New Roman"/>
                <w:color w:val="000000"/>
              </w:rPr>
            </w:pPr>
            <w:r w:rsidRPr="00AD7C08">
              <w:rPr>
                <w:rFonts w:ascii="Times New Roman" w:hAnsi="Times New Roman" w:cs="Times New Roman"/>
                <w:color w:val="000000"/>
              </w:rPr>
              <w:t>Русский народный фольклор</w:t>
            </w:r>
          </w:p>
        </w:tc>
        <w:tc>
          <w:tcPr>
            <w:tcW w:w="2835" w:type="dxa"/>
          </w:tcPr>
          <w:p w:rsidR="0012404A" w:rsidRPr="00AD7C08" w:rsidRDefault="0012404A" w:rsidP="00AD7C08">
            <w:pPr>
              <w:pStyle w:val="normal0"/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D7C08">
              <w:rPr>
                <w:rFonts w:ascii="Times New Roman" w:hAnsi="Times New Roman" w:cs="Times New Roman"/>
                <w:color w:val="000000"/>
              </w:rPr>
              <w:t>4ч</w:t>
            </w:r>
          </w:p>
        </w:tc>
      </w:tr>
      <w:tr w:rsidR="0012404A">
        <w:trPr>
          <w:cantSplit/>
          <w:trHeight w:val="275"/>
          <w:tblHeader/>
        </w:trPr>
        <w:tc>
          <w:tcPr>
            <w:tcW w:w="523" w:type="dxa"/>
          </w:tcPr>
          <w:p w:rsidR="0012404A" w:rsidRPr="00AD7C08" w:rsidRDefault="0012404A" w:rsidP="00AD7C08">
            <w:pPr>
              <w:pStyle w:val="normal0"/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D7C08">
              <w:rPr>
                <w:rFonts w:ascii="Times New Roman" w:hAnsi="Times New Roman" w:cs="Times New Roman"/>
                <w:color w:val="000000"/>
              </w:rPr>
              <w:t>2.</w:t>
            </w:r>
          </w:p>
        </w:tc>
        <w:tc>
          <w:tcPr>
            <w:tcW w:w="2859" w:type="dxa"/>
          </w:tcPr>
          <w:p w:rsidR="0012404A" w:rsidRPr="00AD7C08" w:rsidRDefault="0012404A" w:rsidP="00AD7C08">
            <w:pPr>
              <w:pStyle w:val="normal0"/>
              <w:widowControl/>
              <w:rPr>
                <w:rFonts w:ascii="Times New Roman" w:hAnsi="Times New Roman" w:cs="Times New Roman"/>
                <w:color w:val="000000"/>
              </w:rPr>
            </w:pPr>
            <w:r w:rsidRPr="00AD7C08">
              <w:rPr>
                <w:rFonts w:ascii="Times New Roman" w:hAnsi="Times New Roman" w:cs="Times New Roman"/>
                <w:color w:val="000000"/>
              </w:rPr>
              <w:t>Друзья детства</w:t>
            </w:r>
          </w:p>
        </w:tc>
        <w:tc>
          <w:tcPr>
            <w:tcW w:w="2835" w:type="dxa"/>
          </w:tcPr>
          <w:p w:rsidR="0012404A" w:rsidRPr="00AD7C08" w:rsidRDefault="0012404A" w:rsidP="00AD7C08">
            <w:pPr>
              <w:pStyle w:val="normal0"/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D7C08">
              <w:rPr>
                <w:rFonts w:ascii="Times New Roman" w:hAnsi="Times New Roman" w:cs="Times New Roman"/>
                <w:color w:val="000000"/>
              </w:rPr>
              <w:t>4ч</w:t>
            </w:r>
          </w:p>
        </w:tc>
      </w:tr>
      <w:tr w:rsidR="0012404A">
        <w:trPr>
          <w:cantSplit/>
          <w:tblHeader/>
        </w:trPr>
        <w:tc>
          <w:tcPr>
            <w:tcW w:w="523" w:type="dxa"/>
          </w:tcPr>
          <w:p w:rsidR="0012404A" w:rsidRPr="00AD7C08" w:rsidRDefault="0012404A" w:rsidP="00AD7C08">
            <w:pPr>
              <w:pStyle w:val="normal0"/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D7C08">
              <w:rPr>
                <w:rFonts w:ascii="Times New Roman" w:hAnsi="Times New Roman" w:cs="Times New Roman"/>
                <w:color w:val="000000"/>
              </w:rPr>
              <w:t>3.</w:t>
            </w:r>
          </w:p>
        </w:tc>
        <w:tc>
          <w:tcPr>
            <w:tcW w:w="2859" w:type="dxa"/>
          </w:tcPr>
          <w:p w:rsidR="0012404A" w:rsidRPr="00AD7C08" w:rsidRDefault="0012404A" w:rsidP="00AD7C08">
            <w:pPr>
              <w:pStyle w:val="normal0"/>
              <w:widowControl/>
              <w:rPr>
                <w:rFonts w:ascii="Times New Roman" w:hAnsi="Times New Roman" w:cs="Times New Roman"/>
                <w:color w:val="000000"/>
              </w:rPr>
            </w:pPr>
            <w:r w:rsidRPr="00AD7C08">
              <w:rPr>
                <w:rFonts w:ascii="Times New Roman" w:hAnsi="Times New Roman" w:cs="Times New Roman"/>
                <w:color w:val="000000"/>
              </w:rPr>
              <w:t>О хороших людях</w:t>
            </w:r>
          </w:p>
        </w:tc>
        <w:tc>
          <w:tcPr>
            <w:tcW w:w="2835" w:type="dxa"/>
          </w:tcPr>
          <w:p w:rsidR="0012404A" w:rsidRPr="00AD7C08" w:rsidRDefault="0012404A" w:rsidP="00AD7C08">
            <w:pPr>
              <w:pStyle w:val="normal0"/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D7C08">
              <w:rPr>
                <w:rFonts w:ascii="Times New Roman" w:hAnsi="Times New Roman" w:cs="Times New Roman"/>
                <w:color w:val="000000"/>
              </w:rPr>
              <w:t>4ч</w:t>
            </w:r>
          </w:p>
        </w:tc>
      </w:tr>
      <w:tr w:rsidR="0012404A">
        <w:trPr>
          <w:cantSplit/>
          <w:tblHeader/>
        </w:trPr>
        <w:tc>
          <w:tcPr>
            <w:tcW w:w="523" w:type="dxa"/>
          </w:tcPr>
          <w:p w:rsidR="0012404A" w:rsidRPr="00AD7C08" w:rsidRDefault="0012404A" w:rsidP="00AD7C08">
            <w:pPr>
              <w:pStyle w:val="normal0"/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D7C08">
              <w:rPr>
                <w:rFonts w:ascii="Times New Roman" w:hAnsi="Times New Roman" w:cs="Times New Roman"/>
                <w:color w:val="000000"/>
              </w:rPr>
              <w:t>4.</w:t>
            </w:r>
          </w:p>
        </w:tc>
        <w:tc>
          <w:tcPr>
            <w:tcW w:w="2859" w:type="dxa"/>
          </w:tcPr>
          <w:p w:rsidR="0012404A" w:rsidRPr="00AD7C08" w:rsidRDefault="0012404A" w:rsidP="00AD7C08">
            <w:pPr>
              <w:pStyle w:val="normal0"/>
              <w:widowControl/>
              <w:rPr>
                <w:rFonts w:ascii="Times New Roman" w:hAnsi="Times New Roman" w:cs="Times New Roman"/>
                <w:color w:val="000000"/>
              </w:rPr>
            </w:pPr>
            <w:r w:rsidRPr="00AD7C08">
              <w:rPr>
                <w:rFonts w:ascii="Times New Roman" w:hAnsi="Times New Roman" w:cs="Times New Roman"/>
                <w:color w:val="000000"/>
              </w:rPr>
              <w:t>О наших сверстниках</w:t>
            </w:r>
          </w:p>
        </w:tc>
        <w:tc>
          <w:tcPr>
            <w:tcW w:w="2835" w:type="dxa"/>
          </w:tcPr>
          <w:p w:rsidR="0012404A" w:rsidRPr="00AD7C08" w:rsidRDefault="0012404A" w:rsidP="00AD7C08">
            <w:pPr>
              <w:pStyle w:val="normal0"/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D7C08">
              <w:rPr>
                <w:rFonts w:ascii="Times New Roman" w:hAnsi="Times New Roman" w:cs="Times New Roman"/>
                <w:color w:val="000000"/>
              </w:rPr>
              <w:t>4ч</w:t>
            </w:r>
          </w:p>
        </w:tc>
      </w:tr>
      <w:tr w:rsidR="0012404A">
        <w:trPr>
          <w:cantSplit/>
          <w:tblHeader/>
        </w:trPr>
        <w:tc>
          <w:tcPr>
            <w:tcW w:w="523" w:type="dxa"/>
          </w:tcPr>
          <w:p w:rsidR="0012404A" w:rsidRPr="00AD7C08" w:rsidRDefault="0012404A" w:rsidP="00AD7C08">
            <w:pPr>
              <w:pStyle w:val="normal0"/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D7C08">
              <w:rPr>
                <w:rFonts w:ascii="Times New Roman" w:hAnsi="Times New Roman" w:cs="Times New Roman"/>
                <w:color w:val="000000"/>
              </w:rPr>
              <w:t>5.</w:t>
            </w:r>
          </w:p>
        </w:tc>
        <w:tc>
          <w:tcPr>
            <w:tcW w:w="2859" w:type="dxa"/>
          </w:tcPr>
          <w:p w:rsidR="0012404A" w:rsidRPr="00AD7C08" w:rsidRDefault="0012404A" w:rsidP="00AD7C08">
            <w:pPr>
              <w:pStyle w:val="normal0"/>
              <w:widowControl/>
              <w:rPr>
                <w:rFonts w:ascii="Times New Roman" w:hAnsi="Times New Roman" w:cs="Times New Roman"/>
                <w:color w:val="000000"/>
              </w:rPr>
            </w:pPr>
            <w:r w:rsidRPr="00AD7C08">
              <w:rPr>
                <w:rFonts w:ascii="Times New Roman" w:hAnsi="Times New Roman" w:cs="Times New Roman"/>
                <w:color w:val="000000"/>
              </w:rPr>
              <w:t>О  природе</w:t>
            </w:r>
          </w:p>
        </w:tc>
        <w:tc>
          <w:tcPr>
            <w:tcW w:w="2835" w:type="dxa"/>
          </w:tcPr>
          <w:p w:rsidR="0012404A" w:rsidRPr="00AD7C08" w:rsidRDefault="0012404A" w:rsidP="00AD7C08">
            <w:pPr>
              <w:pStyle w:val="normal0"/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D7C08">
              <w:rPr>
                <w:rFonts w:ascii="Times New Roman" w:hAnsi="Times New Roman" w:cs="Times New Roman"/>
                <w:color w:val="000000"/>
              </w:rPr>
              <w:t>4ч</w:t>
            </w:r>
          </w:p>
        </w:tc>
      </w:tr>
      <w:tr w:rsidR="0012404A">
        <w:trPr>
          <w:cantSplit/>
          <w:tblHeader/>
        </w:trPr>
        <w:tc>
          <w:tcPr>
            <w:tcW w:w="523" w:type="dxa"/>
          </w:tcPr>
          <w:p w:rsidR="0012404A" w:rsidRPr="00AD7C08" w:rsidRDefault="0012404A" w:rsidP="00AD7C08">
            <w:pPr>
              <w:pStyle w:val="normal0"/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D7C08">
              <w:rPr>
                <w:rFonts w:ascii="Times New Roman" w:hAnsi="Times New Roman" w:cs="Times New Roman"/>
                <w:color w:val="000000"/>
              </w:rPr>
              <w:t>6.</w:t>
            </w:r>
          </w:p>
        </w:tc>
        <w:tc>
          <w:tcPr>
            <w:tcW w:w="2859" w:type="dxa"/>
          </w:tcPr>
          <w:p w:rsidR="0012404A" w:rsidRPr="00AD7C08" w:rsidRDefault="0012404A" w:rsidP="00AD7C08">
            <w:pPr>
              <w:pStyle w:val="normal0"/>
              <w:widowControl/>
              <w:rPr>
                <w:rFonts w:ascii="Times New Roman" w:hAnsi="Times New Roman" w:cs="Times New Roman"/>
                <w:color w:val="000000"/>
              </w:rPr>
            </w:pPr>
            <w:r w:rsidRPr="00AD7C08">
              <w:rPr>
                <w:rFonts w:ascii="Times New Roman" w:hAnsi="Times New Roman" w:cs="Times New Roman"/>
                <w:color w:val="000000"/>
              </w:rPr>
              <w:t>Книги о животных</w:t>
            </w:r>
          </w:p>
        </w:tc>
        <w:tc>
          <w:tcPr>
            <w:tcW w:w="2835" w:type="dxa"/>
          </w:tcPr>
          <w:p w:rsidR="0012404A" w:rsidRPr="00AD7C08" w:rsidRDefault="0012404A" w:rsidP="00AD7C08">
            <w:pPr>
              <w:pStyle w:val="normal0"/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D7C08">
              <w:rPr>
                <w:rFonts w:ascii="Times New Roman" w:hAnsi="Times New Roman" w:cs="Times New Roman"/>
                <w:color w:val="000000"/>
              </w:rPr>
              <w:t>4ч</w:t>
            </w:r>
          </w:p>
        </w:tc>
      </w:tr>
      <w:tr w:rsidR="0012404A">
        <w:trPr>
          <w:cantSplit/>
          <w:tblHeader/>
        </w:trPr>
        <w:tc>
          <w:tcPr>
            <w:tcW w:w="523" w:type="dxa"/>
          </w:tcPr>
          <w:p w:rsidR="0012404A" w:rsidRPr="00AD7C08" w:rsidRDefault="0012404A" w:rsidP="00AD7C08">
            <w:pPr>
              <w:pStyle w:val="normal0"/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D7C08">
              <w:rPr>
                <w:rFonts w:ascii="Times New Roman" w:hAnsi="Times New Roman" w:cs="Times New Roman"/>
                <w:color w:val="000000"/>
              </w:rPr>
              <w:t>7.</w:t>
            </w:r>
          </w:p>
        </w:tc>
        <w:tc>
          <w:tcPr>
            <w:tcW w:w="2859" w:type="dxa"/>
          </w:tcPr>
          <w:p w:rsidR="0012404A" w:rsidRPr="00AD7C08" w:rsidRDefault="0012404A" w:rsidP="00AD7C08">
            <w:pPr>
              <w:pStyle w:val="normal0"/>
              <w:widowControl/>
              <w:rPr>
                <w:rFonts w:ascii="Times New Roman" w:hAnsi="Times New Roman" w:cs="Times New Roman"/>
                <w:color w:val="000000"/>
              </w:rPr>
            </w:pPr>
            <w:r w:rsidRPr="00AD7C08">
              <w:rPr>
                <w:rFonts w:ascii="Times New Roman" w:hAnsi="Times New Roman" w:cs="Times New Roman"/>
                <w:color w:val="000000"/>
              </w:rPr>
              <w:t>Русская литература</w:t>
            </w:r>
          </w:p>
        </w:tc>
        <w:tc>
          <w:tcPr>
            <w:tcW w:w="2835" w:type="dxa"/>
          </w:tcPr>
          <w:p w:rsidR="0012404A" w:rsidRPr="00AD7C08" w:rsidRDefault="0012404A" w:rsidP="00AD7C08">
            <w:pPr>
              <w:pStyle w:val="normal0"/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D7C08">
              <w:rPr>
                <w:rFonts w:ascii="Times New Roman" w:hAnsi="Times New Roman" w:cs="Times New Roman"/>
                <w:color w:val="000000"/>
              </w:rPr>
              <w:t>4ч</w:t>
            </w:r>
          </w:p>
        </w:tc>
      </w:tr>
      <w:tr w:rsidR="0012404A">
        <w:trPr>
          <w:cantSplit/>
          <w:tblHeader/>
        </w:trPr>
        <w:tc>
          <w:tcPr>
            <w:tcW w:w="523" w:type="dxa"/>
          </w:tcPr>
          <w:p w:rsidR="0012404A" w:rsidRPr="00AD7C08" w:rsidRDefault="0012404A" w:rsidP="00AD7C08">
            <w:pPr>
              <w:pStyle w:val="normal0"/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D7C08">
              <w:rPr>
                <w:rFonts w:ascii="Times New Roman" w:hAnsi="Times New Roman" w:cs="Times New Roman"/>
                <w:color w:val="000000"/>
              </w:rPr>
              <w:t>8.</w:t>
            </w:r>
          </w:p>
        </w:tc>
        <w:tc>
          <w:tcPr>
            <w:tcW w:w="2859" w:type="dxa"/>
          </w:tcPr>
          <w:p w:rsidR="0012404A" w:rsidRPr="00AD7C08" w:rsidRDefault="0012404A" w:rsidP="00AD7C08">
            <w:pPr>
              <w:pStyle w:val="normal0"/>
              <w:widowControl/>
              <w:rPr>
                <w:rFonts w:ascii="Times New Roman" w:hAnsi="Times New Roman" w:cs="Times New Roman"/>
                <w:color w:val="000000"/>
              </w:rPr>
            </w:pPr>
            <w:r w:rsidRPr="00AD7C08">
              <w:rPr>
                <w:rFonts w:ascii="Times New Roman" w:hAnsi="Times New Roman" w:cs="Times New Roman"/>
                <w:color w:val="000000"/>
              </w:rPr>
              <w:t>Зарубежная литература</w:t>
            </w:r>
          </w:p>
        </w:tc>
        <w:tc>
          <w:tcPr>
            <w:tcW w:w="2835" w:type="dxa"/>
          </w:tcPr>
          <w:p w:rsidR="0012404A" w:rsidRPr="00AD7C08" w:rsidRDefault="0012404A" w:rsidP="00AD7C08">
            <w:pPr>
              <w:pStyle w:val="normal0"/>
              <w:widowControl/>
              <w:rPr>
                <w:rFonts w:ascii="Times New Roman" w:hAnsi="Times New Roman" w:cs="Times New Roman"/>
                <w:color w:val="000000"/>
              </w:rPr>
            </w:pPr>
            <w:r w:rsidRPr="00AD7C08">
              <w:rPr>
                <w:rFonts w:ascii="Times New Roman" w:hAnsi="Times New Roman" w:cs="Times New Roman"/>
                <w:color w:val="000000"/>
              </w:rPr>
              <w:t xml:space="preserve">                    4ч</w:t>
            </w:r>
          </w:p>
        </w:tc>
      </w:tr>
      <w:tr w:rsidR="0012404A">
        <w:trPr>
          <w:cantSplit/>
          <w:tblHeader/>
        </w:trPr>
        <w:tc>
          <w:tcPr>
            <w:tcW w:w="523" w:type="dxa"/>
          </w:tcPr>
          <w:p w:rsidR="0012404A" w:rsidRPr="00AD7C08" w:rsidRDefault="0012404A" w:rsidP="00AD7C08">
            <w:pPr>
              <w:pStyle w:val="normal0"/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59" w:type="dxa"/>
          </w:tcPr>
          <w:p w:rsidR="0012404A" w:rsidRPr="00AD7C08" w:rsidRDefault="0012404A" w:rsidP="00AD7C08">
            <w:pPr>
              <w:pStyle w:val="normal0"/>
              <w:widowControl/>
              <w:rPr>
                <w:rFonts w:ascii="Times New Roman" w:hAnsi="Times New Roman" w:cs="Times New Roman"/>
                <w:color w:val="0D0D0D"/>
              </w:rPr>
            </w:pPr>
            <w:r w:rsidRPr="00AD7C08">
              <w:rPr>
                <w:rFonts w:ascii="Times New Roman" w:hAnsi="Times New Roman" w:cs="Times New Roman"/>
                <w:color w:val="000000"/>
              </w:rPr>
              <w:t>Итого:</w:t>
            </w:r>
          </w:p>
        </w:tc>
        <w:tc>
          <w:tcPr>
            <w:tcW w:w="2835" w:type="dxa"/>
          </w:tcPr>
          <w:p w:rsidR="0012404A" w:rsidRPr="00AD7C08" w:rsidRDefault="0012404A" w:rsidP="00AD7C08">
            <w:pPr>
              <w:pStyle w:val="normal0"/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D7C08">
              <w:rPr>
                <w:rFonts w:ascii="Times New Roman" w:hAnsi="Times New Roman" w:cs="Times New Roman"/>
                <w:color w:val="000000"/>
              </w:rPr>
              <w:t>34ч.</w:t>
            </w:r>
          </w:p>
        </w:tc>
      </w:tr>
    </w:tbl>
    <w:p w:rsidR="0012404A" w:rsidRDefault="0012404A">
      <w:pPr>
        <w:pStyle w:val="normal0"/>
        <w:widowControl/>
        <w:spacing w:after="200" w:line="276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2404A" w:rsidRDefault="0012404A">
      <w:pPr>
        <w:pStyle w:val="normal0"/>
        <w:widowControl/>
        <w:tabs>
          <w:tab w:val="left" w:pos="624"/>
        </w:tabs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t>Календарно</w:t>
      </w:r>
      <w:r>
        <w:rPr>
          <w:rFonts w:ascii="Times New Roman" w:hAnsi="Times New Roman" w:cs="Times New Roman"/>
          <w:color w:val="000000"/>
          <w:sz w:val="32"/>
          <w:szCs w:val="32"/>
        </w:rPr>
        <w:t>-</w:t>
      </w: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t>тематическое планирование и характеристика деятельности учащихся</w:t>
      </w:r>
    </w:p>
    <w:p w:rsidR="0012404A" w:rsidRDefault="0012404A">
      <w:pPr>
        <w:pStyle w:val="normal0"/>
        <w:widowControl/>
        <w:tabs>
          <w:tab w:val="left" w:pos="624"/>
        </w:tabs>
        <w:jc w:val="center"/>
        <w:rPr>
          <w:rFonts w:ascii="Times New Roman" w:hAnsi="Times New Roman" w:cs="Times New Roman"/>
          <w:sz w:val="32"/>
          <w:szCs w:val="32"/>
        </w:rPr>
      </w:pPr>
    </w:p>
    <w:p w:rsidR="0012404A" w:rsidRDefault="0012404A">
      <w:pPr>
        <w:pStyle w:val="normal0"/>
        <w:widowControl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p w:rsidR="0012404A" w:rsidRDefault="0012404A">
      <w:pPr>
        <w:pStyle w:val="normal0"/>
        <w:widowControl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t>Календарно-тематическое планирование 4 класс</w:t>
      </w:r>
    </w:p>
    <w:p w:rsidR="0012404A" w:rsidRDefault="0012404A">
      <w:pPr>
        <w:pStyle w:val="normal0"/>
        <w:widowControl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tbl>
      <w:tblPr>
        <w:tblW w:w="10705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834"/>
        <w:gridCol w:w="2954"/>
        <w:gridCol w:w="6917"/>
      </w:tblGrid>
      <w:tr w:rsidR="0012404A">
        <w:trPr>
          <w:cantSplit/>
          <w:tblHeader/>
        </w:trPr>
        <w:tc>
          <w:tcPr>
            <w:tcW w:w="834" w:type="dxa"/>
          </w:tcPr>
          <w:p w:rsidR="0012404A" w:rsidRPr="00AD7C08" w:rsidRDefault="0012404A" w:rsidP="00AD7C08">
            <w:pPr>
              <w:pStyle w:val="normal0"/>
              <w:widowControl/>
              <w:spacing w:after="200"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D7C0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№п/п</w:t>
            </w:r>
          </w:p>
        </w:tc>
        <w:tc>
          <w:tcPr>
            <w:tcW w:w="2954" w:type="dxa"/>
          </w:tcPr>
          <w:p w:rsidR="0012404A" w:rsidRPr="00AD7C08" w:rsidRDefault="0012404A" w:rsidP="00AD7C08">
            <w:pPr>
              <w:pStyle w:val="normal0"/>
              <w:widowControl/>
              <w:spacing w:after="200"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D7C0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Название текста, страница</w:t>
            </w:r>
          </w:p>
        </w:tc>
        <w:tc>
          <w:tcPr>
            <w:tcW w:w="6917" w:type="dxa"/>
          </w:tcPr>
          <w:p w:rsidR="0012404A" w:rsidRPr="00AD7C08" w:rsidRDefault="0012404A" w:rsidP="00AD7C08">
            <w:pPr>
              <w:pStyle w:val="normal0"/>
              <w:widowControl/>
              <w:spacing w:after="200"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D7C0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Характеристика деятельности</w:t>
            </w:r>
          </w:p>
        </w:tc>
      </w:tr>
      <w:tr w:rsidR="0012404A">
        <w:trPr>
          <w:cantSplit/>
          <w:tblHeader/>
        </w:trPr>
        <w:tc>
          <w:tcPr>
            <w:tcW w:w="834" w:type="dxa"/>
          </w:tcPr>
          <w:p w:rsidR="0012404A" w:rsidRPr="00AD7C08" w:rsidRDefault="0012404A" w:rsidP="00AD7C08">
            <w:pPr>
              <w:pStyle w:val="normal0"/>
              <w:widowControl/>
              <w:spacing w:after="200"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7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54" w:type="dxa"/>
          </w:tcPr>
          <w:p w:rsidR="0012404A" w:rsidRPr="00AD7C08" w:rsidRDefault="0012404A" w:rsidP="00AD7C08">
            <w:pPr>
              <w:pStyle w:val="normal0"/>
              <w:widowControl/>
              <w:spacing w:after="200"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7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Квадратные колеса. Магнитные поезда. </w:t>
            </w:r>
          </w:p>
        </w:tc>
        <w:tc>
          <w:tcPr>
            <w:tcW w:w="6917" w:type="dxa"/>
          </w:tcPr>
          <w:p w:rsidR="0012404A" w:rsidRPr="00AD7C08" w:rsidRDefault="0012404A" w:rsidP="00AD7C08">
            <w:pPr>
              <w:pStyle w:val="normal0"/>
              <w:widowControl/>
              <w:spacing w:after="200"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7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Читают вслух, про себя. Прогнозируют содержание читаемого текста. Отвечают на вопросы в виде тестов. Читают, отвечают на вопросы. Выполняют  тестовые задания. Выделение главной мысли, заложенной в тексте. Выявляют смысловой и эмоциональный подтекст.</w:t>
            </w:r>
          </w:p>
        </w:tc>
      </w:tr>
      <w:tr w:rsidR="0012404A">
        <w:trPr>
          <w:cantSplit/>
          <w:tblHeader/>
        </w:trPr>
        <w:tc>
          <w:tcPr>
            <w:tcW w:w="834" w:type="dxa"/>
          </w:tcPr>
          <w:p w:rsidR="0012404A" w:rsidRPr="00AD7C08" w:rsidRDefault="0012404A" w:rsidP="00AD7C08">
            <w:pPr>
              <w:pStyle w:val="normal0"/>
              <w:widowControl/>
              <w:spacing w:after="200"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7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954" w:type="dxa"/>
          </w:tcPr>
          <w:p w:rsidR="0012404A" w:rsidRPr="00AD7C08" w:rsidRDefault="0012404A" w:rsidP="00AD7C08">
            <w:pPr>
              <w:pStyle w:val="normal0"/>
              <w:widowControl/>
              <w:spacing w:after="200"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7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Круглые окна. Воздушная подушка. </w:t>
            </w:r>
          </w:p>
        </w:tc>
        <w:tc>
          <w:tcPr>
            <w:tcW w:w="6917" w:type="dxa"/>
          </w:tcPr>
          <w:p w:rsidR="0012404A" w:rsidRPr="00AD7C08" w:rsidRDefault="0012404A" w:rsidP="00AD7C08">
            <w:pPr>
              <w:pStyle w:val="normal0"/>
              <w:widowControl/>
              <w:spacing w:after="200"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7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Читают, отвечают на вопросы. Выполняют  тестовые задания. Составляют вопросы к тексту. Выявляют смысловой и эмоциональный подтекст.</w:t>
            </w:r>
          </w:p>
        </w:tc>
      </w:tr>
      <w:tr w:rsidR="0012404A">
        <w:trPr>
          <w:cantSplit/>
          <w:tblHeader/>
        </w:trPr>
        <w:tc>
          <w:tcPr>
            <w:tcW w:w="834" w:type="dxa"/>
          </w:tcPr>
          <w:p w:rsidR="0012404A" w:rsidRPr="00AD7C08" w:rsidRDefault="0012404A" w:rsidP="00AD7C08">
            <w:pPr>
              <w:pStyle w:val="normal0"/>
              <w:widowControl/>
              <w:spacing w:after="200"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7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954" w:type="dxa"/>
          </w:tcPr>
          <w:p w:rsidR="0012404A" w:rsidRPr="00AD7C08" w:rsidRDefault="0012404A" w:rsidP="00AD7C08">
            <w:pPr>
              <w:pStyle w:val="normal0"/>
              <w:widowControl/>
              <w:spacing w:after="200"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7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Порхающий полет. Почему греет юбка. </w:t>
            </w:r>
          </w:p>
        </w:tc>
        <w:tc>
          <w:tcPr>
            <w:tcW w:w="6917" w:type="dxa"/>
          </w:tcPr>
          <w:p w:rsidR="0012404A" w:rsidRPr="00AD7C08" w:rsidRDefault="0012404A" w:rsidP="00AD7C08">
            <w:pPr>
              <w:pStyle w:val="normal0"/>
              <w:widowControl/>
              <w:spacing w:after="200"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7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Читают, отвечают на вопросы.  Выписывают все местоимения, составляют с одним из них предложение. Выполняют  тестовые задания. Сравнение текстов « по памяти». Выявляют смысловой и эмоциональный подтекст.</w:t>
            </w:r>
          </w:p>
        </w:tc>
      </w:tr>
      <w:tr w:rsidR="0012404A">
        <w:trPr>
          <w:cantSplit/>
          <w:tblHeader/>
        </w:trPr>
        <w:tc>
          <w:tcPr>
            <w:tcW w:w="834" w:type="dxa"/>
          </w:tcPr>
          <w:p w:rsidR="0012404A" w:rsidRPr="00AD7C08" w:rsidRDefault="0012404A" w:rsidP="00AD7C08">
            <w:pPr>
              <w:pStyle w:val="normal0"/>
              <w:widowControl/>
              <w:spacing w:after="200"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7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954" w:type="dxa"/>
          </w:tcPr>
          <w:p w:rsidR="0012404A" w:rsidRPr="00AD7C08" w:rsidRDefault="0012404A" w:rsidP="00AD7C08">
            <w:pPr>
              <w:pStyle w:val="normal0"/>
              <w:widowControl/>
              <w:spacing w:after="200"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7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Когда резина становится стеклом. Тамагочи. </w:t>
            </w:r>
          </w:p>
        </w:tc>
        <w:tc>
          <w:tcPr>
            <w:tcW w:w="6917" w:type="dxa"/>
          </w:tcPr>
          <w:p w:rsidR="0012404A" w:rsidRPr="00AD7C08" w:rsidRDefault="0012404A" w:rsidP="00AD7C08">
            <w:pPr>
              <w:pStyle w:val="normal0"/>
              <w:widowControl/>
              <w:spacing w:after="200"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7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Читают, отвечают на вопросы.  Выполняют  тестовые задания. Письменный пересказ текста. Выявляют в тексте слова и выражения, значения которых непонятно, и осознают потребность в выяснении их смысла. Отвечают на вопросы по содержанию словами текста.</w:t>
            </w:r>
          </w:p>
        </w:tc>
      </w:tr>
      <w:tr w:rsidR="0012404A">
        <w:trPr>
          <w:cantSplit/>
          <w:tblHeader/>
        </w:trPr>
        <w:tc>
          <w:tcPr>
            <w:tcW w:w="834" w:type="dxa"/>
          </w:tcPr>
          <w:p w:rsidR="0012404A" w:rsidRPr="00AD7C08" w:rsidRDefault="0012404A" w:rsidP="00AD7C08">
            <w:pPr>
              <w:pStyle w:val="normal0"/>
              <w:widowControl/>
              <w:spacing w:after="200"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7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954" w:type="dxa"/>
          </w:tcPr>
          <w:p w:rsidR="0012404A" w:rsidRPr="00AD7C08" w:rsidRDefault="0012404A" w:rsidP="00AD7C08">
            <w:pPr>
              <w:pStyle w:val="normal0"/>
              <w:widowControl/>
              <w:spacing w:after="200"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7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Частота крокодильих обедов. История зеркала. </w:t>
            </w:r>
          </w:p>
        </w:tc>
        <w:tc>
          <w:tcPr>
            <w:tcW w:w="6917" w:type="dxa"/>
          </w:tcPr>
          <w:p w:rsidR="0012404A" w:rsidRPr="00AD7C08" w:rsidRDefault="0012404A" w:rsidP="00AD7C08">
            <w:pPr>
              <w:pStyle w:val="normal0"/>
              <w:widowControl/>
              <w:spacing w:after="200"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7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Читают, отвечают на вопросы.  Выполняют  тестовые задания. Составление плана текста. Письменный пересказ текста. Прогнозируют содержание читаемого.</w:t>
            </w:r>
          </w:p>
        </w:tc>
      </w:tr>
      <w:tr w:rsidR="0012404A">
        <w:trPr>
          <w:cantSplit/>
          <w:tblHeader/>
        </w:trPr>
        <w:tc>
          <w:tcPr>
            <w:tcW w:w="834" w:type="dxa"/>
          </w:tcPr>
          <w:p w:rsidR="0012404A" w:rsidRPr="00AD7C08" w:rsidRDefault="0012404A" w:rsidP="00AD7C08">
            <w:pPr>
              <w:pStyle w:val="normal0"/>
              <w:widowControl/>
              <w:spacing w:after="200"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7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954" w:type="dxa"/>
          </w:tcPr>
          <w:p w:rsidR="0012404A" w:rsidRPr="00AD7C08" w:rsidRDefault="0012404A" w:rsidP="00AD7C08">
            <w:pPr>
              <w:pStyle w:val="normal0"/>
              <w:widowControl/>
              <w:spacing w:after="200"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7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Кривые зеркала. Увеличительные стекла. </w:t>
            </w:r>
          </w:p>
        </w:tc>
        <w:tc>
          <w:tcPr>
            <w:tcW w:w="6917" w:type="dxa"/>
          </w:tcPr>
          <w:p w:rsidR="0012404A" w:rsidRPr="00AD7C08" w:rsidRDefault="0012404A" w:rsidP="00AD7C08">
            <w:pPr>
              <w:pStyle w:val="normal0"/>
              <w:widowControl/>
              <w:spacing w:after="200"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7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Читают, отвечают на вопросы.  Выявляют в тексте слова и выражения, значения которых непонятно, и осознают потребность в выяснении их смысла. Выполняют  тестовые задания. Письменный пересказ текста. Сравнение текста с неочевидными причинно-следственными связями. Выявляют смысловой и эмоциональный подтекст. Отвечают на вопросы по содержанию словами текста.</w:t>
            </w:r>
          </w:p>
        </w:tc>
      </w:tr>
      <w:tr w:rsidR="0012404A">
        <w:trPr>
          <w:cantSplit/>
          <w:tblHeader/>
        </w:trPr>
        <w:tc>
          <w:tcPr>
            <w:tcW w:w="834" w:type="dxa"/>
          </w:tcPr>
          <w:p w:rsidR="0012404A" w:rsidRPr="00AD7C08" w:rsidRDefault="0012404A" w:rsidP="00AD7C08">
            <w:pPr>
              <w:pStyle w:val="normal0"/>
              <w:widowControl/>
              <w:spacing w:after="200"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7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954" w:type="dxa"/>
          </w:tcPr>
          <w:p w:rsidR="0012404A" w:rsidRPr="00AD7C08" w:rsidRDefault="0012404A" w:rsidP="00AD7C08">
            <w:pPr>
              <w:pStyle w:val="normal0"/>
              <w:widowControl/>
              <w:spacing w:after="200"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7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Строители земли. Строители морского берега. </w:t>
            </w:r>
          </w:p>
        </w:tc>
        <w:tc>
          <w:tcPr>
            <w:tcW w:w="6917" w:type="dxa"/>
          </w:tcPr>
          <w:p w:rsidR="0012404A" w:rsidRPr="00AD7C08" w:rsidRDefault="0012404A" w:rsidP="00AD7C08">
            <w:pPr>
              <w:pStyle w:val="normal0"/>
              <w:widowControl/>
              <w:spacing w:after="200"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7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Читают, отвечают на вопросы.  Выполняют  тестовые задания. Составление плана текста. Сравнение текста с неочевидными причинно-следственными связями.</w:t>
            </w:r>
          </w:p>
        </w:tc>
      </w:tr>
      <w:tr w:rsidR="0012404A">
        <w:trPr>
          <w:cantSplit/>
          <w:tblHeader/>
        </w:trPr>
        <w:tc>
          <w:tcPr>
            <w:tcW w:w="834" w:type="dxa"/>
          </w:tcPr>
          <w:p w:rsidR="0012404A" w:rsidRPr="00AD7C08" w:rsidRDefault="0012404A" w:rsidP="00AD7C08">
            <w:pPr>
              <w:pStyle w:val="normal0"/>
              <w:widowControl/>
              <w:spacing w:after="200"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7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954" w:type="dxa"/>
          </w:tcPr>
          <w:p w:rsidR="0012404A" w:rsidRPr="00AD7C08" w:rsidRDefault="0012404A" w:rsidP="00AD7C08">
            <w:pPr>
              <w:pStyle w:val="normal0"/>
              <w:widowControl/>
              <w:spacing w:after="200"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7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Пчелиный улей. Невидимый свет. </w:t>
            </w:r>
          </w:p>
        </w:tc>
        <w:tc>
          <w:tcPr>
            <w:tcW w:w="6917" w:type="dxa"/>
          </w:tcPr>
          <w:p w:rsidR="0012404A" w:rsidRPr="00AD7C08" w:rsidRDefault="0012404A" w:rsidP="00AD7C08">
            <w:pPr>
              <w:pStyle w:val="normal0"/>
              <w:widowControl/>
              <w:spacing w:after="200"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7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Читают вслух, про себя. Прогнозируют содержание читаемого. Отвечают на вопросы в виде тестов. Читают, отвечают на вопросы.  Выполняют  тестовые задания. Составление плана текста. Выявляют смысловой и эмоциональный подтекст.</w:t>
            </w:r>
          </w:p>
        </w:tc>
      </w:tr>
      <w:tr w:rsidR="0012404A">
        <w:trPr>
          <w:cantSplit/>
          <w:tblHeader/>
        </w:trPr>
        <w:tc>
          <w:tcPr>
            <w:tcW w:w="834" w:type="dxa"/>
          </w:tcPr>
          <w:p w:rsidR="0012404A" w:rsidRPr="00AD7C08" w:rsidRDefault="0012404A" w:rsidP="00AD7C08">
            <w:pPr>
              <w:pStyle w:val="normal0"/>
              <w:widowControl/>
              <w:spacing w:after="200"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7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954" w:type="dxa"/>
          </w:tcPr>
          <w:p w:rsidR="0012404A" w:rsidRPr="00AD7C08" w:rsidRDefault="0012404A" w:rsidP="00AD7C08">
            <w:pPr>
              <w:pStyle w:val="normal0"/>
              <w:widowControl/>
              <w:spacing w:after="200"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7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Неслышимый звук. Почему ночью все кошки серы? </w:t>
            </w:r>
          </w:p>
        </w:tc>
        <w:tc>
          <w:tcPr>
            <w:tcW w:w="6917" w:type="dxa"/>
          </w:tcPr>
          <w:p w:rsidR="0012404A" w:rsidRPr="00AD7C08" w:rsidRDefault="0012404A" w:rsidP="00AD7C08">
            <w:pPr>
              <w:pStyle w:val="normal0"/>
              <w:widowControl/>
              <w:spacing w:after="200"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7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Читают, отвечают на вопросы.  Выявляют в тексте слова и выражения, значения которых непонятно, и осознают потребность в выяснении их смысла. Выполняют  тестовые задания. Составление плана текста.</w:t>
            </w:r>
          </w:p>
        </w:tc>
      </w:tr>
      <w:tr w:rsidR="0012404A">
        <w:trPr>
          <w:cantSplit/>
          <w:tblHeader/>
        </w:trPr>
        <w:tc>
          <w:tcPr>
            <w:tcW w:w="834" w:type="dxa"/>
          </w:tcPr>
          <w:p w:rsidR="0012404A" w:rsidRPr="00AD7C08" w:rsidRDefault="0012404A" w:rsidP="00AD7C08">
            <w:pPr>
              <w:pStyle w:val="normal0"/>
              <w:widowControl/>
              <w:spacing w:after="200"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7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954" w:type="dxa"/>
          </w:tcPr>
          <w:p w:rsidR="0012404A" w:rsidRPr="00AD7C08" w:rsidRDefault="0012404A" w:rsidP="00AD7C08">
            <w:pPr>
              <w:pStyle w:val="normal0"/>
              <w:widowControl/>
              <w:spacing w:after="200"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7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Пиноккио и Буратино. Шум вредный и шум полезный.</w:t>
            </w:r>
          </w:p>
          <w:p w:rsidR="0012404A" w:rsidRPr="00AD7C08" w:rsidRDefault="0012404A" w:rsidP="00AD7C08">
            <w:pPr>
              <w:pStyle w:val="normal0"/>
              <w:widowControl/>
              <w:spacing w:after="200"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7" w:type="dxa"/>
          </w:tcPr>
          <w:p w:rsidR="0012404A" w:rsidRPr="00AD7C08" w:rsidRDefault="0012404A" w:rsidP="00AD7C08">
            <w:pPr>
              <w:pStyle w:val="normal0"/>
              <w:widowControl/>
              <w:spacing w:after="200"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7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Читают, отвечают на вопросы.  Письменный пересказ текста. Выполняют  тестовые задания. Выявляют смысловой и эмоциональный подтекст.</w:t>
            </w:r>
          </w:p>
        </w:tc>
      </w:tr>
      <w:tr w:rsidR="0012404A">
        <w:trPr>
          <w:cantSplit/>
          <w:tblHeader/>
        </w:trPr>
        <w:tc>
          <w:tcPr>
            <w:tcW w:w="834" w:type="dxa"/>
          </w:tcPr>
          <w:p w:rsidR="0012404A" w:rsidRPr="00AD7C08" w:rsidRDefault="0012404A" w:rsidP="00AD7C08">
            <w:pPr>
              <w:pStyle w:val="normal0"/>
              <w:widowControl/>
              <w:spacing w:after="200"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7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954" w:type="dxa"/>
          </w:tcPr>
          <w:p w:rsidR="0012404A" w:rsidRPr="00AD7C08" w:rsidRDefault="0012404A" w:rsidP="00AD7C08">
            <w:pPr>
              <w:pStyle w:val="normal0"/>
              <w:widowControl/>
              <w:spacing w:after="200"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7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Вьюнок. </w:t>
            </w:r>
          </w:p>
        </w:tc>
        <w:tc>
          <w:tcPr>
            <w:tcW w:w="6917" w:type="dxa"/>
          </w:tcPr>
          <w:p w:rsidR="0012404A" w:rsidRPr="00AD7C08" w:rsidRDefault="0012404A" w:rsidP="00AD7C08">
            <w:pPr>
              <w:pStyle w:val="normal0"/>
              <w:widowControl/>
              <w:spacing w:after="200"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7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Составление рассказа по картинке,  письменный пересказ по ключевым словам.</w:t>
            </w:r>
          </w:p>
        </w:tc>
      </w:tr>
      <w:tr w:rsidR="0012404A">
        <w:trPr>
          <w:cantSplit/>
          <w:tblHeader/>
        </w:trPr>
        <w:tc>
          <w:tcPr>
            <w:tcW w:w="834" w:type="dxa"/>
          </w:tcPr>
          <w:p w:rsidR="0012404A" w:rsidRPr="00AD7C08" w:rsidRDefault="0012404A" w:rsidP="00AD7C08">
            <w:pPr>
              <w:pStyle w:val="normal0"/>
              <w:widowControl/>
              <w:spacing w:after="200"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7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954" w:type="dxa"/>
          </w:tcPr>
          <w:p w:rsidR="0012404A" w:rsidRPr="00AD7C08" w:rsidRDefault="0012404A" w:rsidP="00AD7C08">
            <w:pPr>
              <w:pStyle w:val="normal0"/>
              <w:widowControl/>
              <w:spacing w:after="200"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7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Письмо картинами в современной России. Ключики вкуса.      </w:t>
            </w:r>
          </w:p>
        </w:tc>
        <w:tc>
          <w:tcPr>
            <w:tcW w:w="6917" w:type="dxa"/>
          </w:tcPr>
          <w:p w:rsidR="0012404A" w:rsidRPr="00AD7C08" w:rsidRDefault="0012404A" w:rsidP="00AD7C08">
            <w:pPr>
              <w:pStyle w:val="normal0"/>
              <w:widowControl/>
              <w:spacing w:after="200"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7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Читают, отвечают на вопросы.  Выявляют в тексте слова и выражения, значения которых непонятно, и осознают потребность в выяснении их смысла Письменный пересказ текста. Выполняют  тестовые задания</w:t>
            </w:r>
          </w:p>
        </w:tc>
      </w:tr>
      <w:tr w:rsidR="0012404A">
        <w:trPr>
          <w:cantSplit/>
          <w:tblHeader/>
        </w:trPr>
        <w:tc>
          <w:tcPr>
            <w:tcW w:w="834" w:type="dxa"/>
          </w:tcPr>
          <w:p w:rsidR="0012404A" w:rsidRPr="00AD7C08" w:rsidRDefault="0012404A" w:rsidP="00AD7C08">
            <w:pPr>
              <w:pStyle w:val="normal0"/>
              <w:widowControl/>
              <w:spacing w:after="200"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7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954" w:type="dxa"/>
          </w:tcPr>
          <w:p w:rsidR="0012404A" w:rsidRPr="00AD7C08" w:rsidRDefault="0012404A" w:rsidP="00AD7C08">
            <w:pPr>
              <w:pStyle w:val="normal0"/>
              <w:widowControl/>
              <w:spacing w:after="200"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7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Зачем нам ключики вкуса? Вкусно, но не еда. </w:t>
            </w:r>
          </w:p>
        </w:tc>
        <w:tc>
          <w:tcPr>
            <w:tcW w:w="6917" w:type="dxa"/>
          </w:tcPr>
          <w:p w:rsidR="0012404A" w:rsidRPr="00AD7C08" w:rsidRDefault="0012404A" w:rsidP="00AD7C08">
            <w:pPr>
              <w:pStyle w:val="normal0"/>
              <w:widowControl/>
              <w:spacing w:after="200"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7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Читают, отвечают на вопросы.  Выявляют в тексте слова и выражения, значения которых непонятно, и осознают потребность в выяснении их смысла.  Выполняют  тестовые задания. Составление плана текста. Находят главную мысль, сформулированную в тексте. Прогнозируют содержание читаемого текста. Отвечают на вопросы по содержанию словами текста.</w:t>
            </w:r>
          </w:p>
        </w:tc>
      </w:tr>
      <w:tr w:rsidR="0012404A">
        <w:trPr>
          <w:cantSplit/>
          <w:tblHeader/>
        </w:trPr>
        <w:tc>
          <w:tcPr>
            <w:tcW w:w="834" w:type="dxa"/>
          </w:tcPr>
          <w:p w:rsidR="0012404A" w:rsidRPr="00AD7C08" w:rsidRDefault="0012404A" w:rsidP="00AD7C08">
            <w:pPr>
              <w:pStyle w:val="normal0"/>
              <w:widowControl/>
              <w:spacing w:after="200"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7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954" w:type="dxa"/>
          </w:tcPr>
          <w:p w:rsidR="0012404A" w:rsidRPr="00AD7C08" w:rsidRDefault="0012404A" w:rsidP="00AD7C08">
            <w:pPr>
              <w:pStyle w:val="normal0"/>
              <w:widowControl/>
              <w:spacing w:after="200"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7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Ода японской бане. Ода русской печке. </w:t>
            </w:r>
          </w:p>
        </w:tc>
        <w:tc>
          <w:tcPr>
            <w:tcW w:w="6917" w:type="dxa"/>
          </w:tcPr>
          <w:p w:rsidR="0012404A" w:rsidRPr="00AD7C08" w:rsidRDefault="0012404A" w:rsidP="00AD7C08">
            <w:pPr>
              <w:pStyle w:val="normal0"/>
              <w:widowControl/>
              <w:spacing w:after="200"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7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Читают, отвечают на вопросы.  Выполняют  тестовые задания. Составление плана текста.</w:t>
            </w:r>
          </w:p>
        </w:tc>
      </w:tr>
      <w:tr w:rsidR="0012404A">
        <w:trPr>
          <w:cantSplit/>
          <w:tblHeader/>
        </w:trPr>
        <w:tc>
          <w:tcPr>
            <w:tcW w:w="834" w:type="dxa"/>
          </w:tcPr>
          <w:p w:rsidR="0012404A" w:rsidRPr="00AD7C08" w:rsidRDefault="0012404A" w:rsidP="00AD7C08">
            <w:pPr>
              <w:pStyle w:val="normal0"/>
              <w:widowControl/>
              <w:spacing w:after="200"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7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954" w:type="dxa"/>
          </w:tcPr>
          <w:p w:rsidR="0012404A" w:rsidRPr="00AD7C08" w:rsidRDefault="0012404A" w:rsidP="00AD7C08">
            <w:pPr>
              <w:pStyle w:val="normal0"/>
              <w:widowControl/>
              <w:spacing w:after="200"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7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Голубиная почта. Бутылочная почта. </w:t>
            </w:r>
          </w:p>
        </w:tc>
        <w:tc>
          <w:tcPr>
            <w:tcW w:w="6917" w:type="dxa"/>
          </w:tcPr>
          <w:p w:rsidR="0012404A" w:rsidRPr="00AD7C08" w:rsidRDefault="0012404A" w:rsidP="00AD7C08">
            <w:pPr>
              <w:pStyle w:val="normal0"/>
              <w:widowControl/>
              <w:spacing w:after="200"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7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Читают, отвечают на вопросы.  Выполняют  тестовые задания. Составление плана текста. Отвечают на вопросы по содержанию словами текста.</w:t>
            </w:r>
          </w:p>
        </w:tc>
      </w:tr>
      <w:tr w:rsidR="0012404A">
        <w:trPr>
          <w:cantSplit/>
          <w:tblHeader/>
        </w:trPr>
        <w:tc>
          <w:tcPr>
            <w:tcW w:w="834" w:type="dxa"/>
          </w:tcPr>
          <w:p w:rsidR="0012404A" w:rsidRPr="00AD7C08" w:rsidRDefault="0012404A" w:rsidP="00AD7C08">
            <w:pPr>
              <w:pStyle w:val="normal0"/>
              <w:widowControl/>
              <w:spacing w:after="200"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7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954" w:type="dxa"/>
          </w:tcPr>
          <w:p w:rsidR="0012404A" w:rsidRPr="00AD7C08" w:rsidRDefault="0012404A" w:rsidP="00AD7C08">
            <w:pPr>
              <w:pStyle w:val="normal0"/>
              <w:widowControl/>
              <w:spacing w:after="200"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7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Взрывчатка без взрывчатки. Три минуты молчания. </w:t>
            </w:r>
          </w:p>
        </w:tc>
        <w:tc>
          <w:tcPr>
            <w:tcW w:w="6917" w:type="dxa"/>
          </w:tcPr>
          <w:p w:rsidR="0012404A" w:rsidRPr="00AD7C08" w:rsidRDefault="0012404A" w:rsidP="00AD7C08">
            <w:pPr>
              <w:pStyle w:val="normal0"/>
              <w:widowControl/>
              <w:spacing w:after="200"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7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Читают, отвечают на вопросы.  Выполняют  тестовые задания. Составление плана текста. Выявляют смысловой и эмоциональный подтекст.</w:t>
            </w:r>
          </w:p>
        </w:tc>
      </w:tr>
      <w:tr w:rsidR="0012404A">
        <w:trPr>
          <w:cantSplit/>
          <w:tblHeader/>
        </w:trPr>
        <w:tc>
          <w:tcPr>
            <w:tcW w:w="834" w:type="dxa"/>
          </w:tcPr>
          <w:p w:rsidR="0012404A" w:rsidRPr="00AD7C08" w:rsidRDefault="0012404A" w:rsidP="00AD7C08">
            <w:pPr>
              <w:pStyle w:val="normal0"/>
              <w:widowControl/>
              <w:spacing w:after="200"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7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954" w:type="dxa"/>
          </w:tcPr>
          <w:p w:rsidR="0012404A" w:rsidRPr="00AD7C08" w:rsidRDefault="0012404A" w:rsidP="00AD7C08">
            <w:pPr>
              <w:pStyle w:val="normal0"/>
              <w:widowControl/>
              <w:spacing w:after="200"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7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Сухой лед. Катамаран. </w:t>
            </w:r>
          </w:p>
        </w:tc>
        <w:tc>
          <w:tcPr>
            <w:tcW w:w="6917" w:type="dxa"/>
          </w:tcPr>
          <w:p w:rsidR="0012404A" w:rsidRPr="00AD7C08" w:rsidRDefault="0012404A" w:rsidP="00AD7C08">
            <w:pPr>
              <w:pStyle w:val="normal0"/>
              <w:widowControl/>
              <w:spacing w:after="200"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7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Читают, отвечают на вопросы.  Выполняют  тестовые задания. Составление плана текста. Устный пересказ по ключевым словам.</w:t>
            </w:r>
          </w:p>
        </w:tc>
      </w:tr>
      <w:tr w:rsidR="0012404A">
        <w:trPr>
          <w:cantSplit/>
          <w:tblHeader/>
        </w:trPr>
        <w:tc>
          <w:tcPr>
            <w:tcW w:w="834" w:type="dxa"/>
          </w:tcPr>
          <w:p w:rsidR="0012404A" w:rsidRPr="00AD7C08" w:rsidRDefault="0012404A" w:rsidP="00AD7C08">
            <w:pPr>
              <w:pStyle w:val="normal0"/>
              <w:widowControl/>
              <w:spacing w:after="200"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7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954" w:type="dxa"/>
          </w:tcPr>
          <w:p w:rsidR="0012404A" w:rsidRPr="00AD7C08" w:rsidRDefault="0012404A" w:rsidP="00AD7C08">
            <w:pPr>
              <w:pStyle w:val="normal0"/>
              <w:widowControl/>
              <w:spacing w:after="200"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7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Корабли на подводных крыльях. Орден улыбки. </w:t>
            </w:r>
          </w:p>
        </w:tc>
        <w:tc>
          <w:tcPr>
            <w:tcW w:w="6917" w:type="dxa"/>
          </w:tcPr>
          <w:p w:rsidR="0012404A" w:rsidRPr="00AD7C08" w:rsidRDefault="0012404A" w:rsidP="00AD7C08">
            <w:pPr>
              <w:pStyle w:val="normal0"/>
              <w:widowControl/>
              <w:spacing w:after="200"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7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Читают, отвечают на вопросы.  Выявляют в тексте слова и выражения, значения которых непонятно, и осознают потребность в выяснении их смысла Выполняют  тестовые задания. Составление плана текста. Отвечают на вопросы по содержанию словами текста.</w:t>
            </w:r>
          </w:p>
        </w:tc>
      </w:tr>
      <w:tr w:rsidR="0012404A">
        <w:trPr>
          <w:cantSplit/>
          <w:tblHeader/>
        </w:trPr>
        <w:tc>
          <w:tcPr>
            <w:tcW w:w="834" w:type="dxa"/>
          </w:tcPr>
          <w:p w:rsidR="0012404A" w:rsidRPr="00AD7C08" w:rsidRDefault="0012404A" w:rsidP="00AD7C08">
            <w:pPr>
              <w:pStyle w:val="normal0"/>
              <w:widowControl/>
              <w:spacing w:after="200"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7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954" w:type="dxa"/>
          </w:tcPr>
          <w:p w:rsidR="0012404A" w:rsidRPr="00AD7C08" w:rsidRDefault="0012404A" w:rsidP="00AD7C08">
            <w:pPr>
              <w:pStyle w:val="normal0"/>
              <w:widowControl/>
              <w:spacing w:after="200"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7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Цветы-капканы. Сэндвич.</w:t>
            </w:r>
          </w:p>
          <w:p w:rsidR="0012404A" w:rsidRPr="00AD7C08" w:rsidRDefault="0012404A" w:rsidP="00AD7C08">
            <w:pPr>
              <w:pStyle w:val="normal0"/>
              <w:widowControl/>
              <w:spacing w:after="200"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17" w:type="dxa"/>
          </w:tcPr>
          <w:p w:rsidR="0012404A" w:rsidRPr="00AD7C08" w:rsidRDefault="0012404A" w:rsidP="00AD7C08">
            <w:pPr>
              <w:pStyle w:val="normal0"/>
              <w:widowControl/>
              <w:spacing w:after="200"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7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Читают, отвечают </w:t>
            </w:r>
            <w:r w:rsidRPr="00AD7C0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письменно </w:t>
            </w:r>
            <w:r w:rsidRPr="00AD7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вопросы. Выявляют в тексте слова и выражения, значения которых непонятно, и осознают потребность в выяснении их смысла  Выполняют  тестовые задания. Составление плана текста.</w:t>
            </w:r>
          </w:p>
        </w:tc>
      </w:tr>
      <w:tr w:rsidR="0012404A">
        <w:trPr>
          <w:cantSplit/>
          <w:tblHeader/>
        </w:trPr>
        <w:tc>
          <w:tcPr>
            <w:tcW w:w="834" w:type="dxa"/>
          </w:tcPr>
          <w:p w:rsidR="0012404A" w:rsidRPr="00AD7C08" w:rsidRDefault="0012404A" w:rsidP="00AD7C08">
            <w:pPr>
              <w:pStyle w:val="normal0"/>
              <w:widowControl/>
              <w:spacing w:after="200"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7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954" w:type="dxa"/>
          </w:tcPr>
          <w:p w:rsidR="0012404A" w:rsidRPr="00AD7C08" w:rsidRDefault="0012404A" w:rsidP="00AD7C08">
            <w:pPr>
              <w:pStyle w:val="normal0"/>
              <w:widowControl/>
              <w:spacing w:after="200"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7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Какая змея главнее? Узоры на окнах. </w:t>
            </w:r>
          </w:p>
        </w:tc>
        <w:tc>
          <w:tcPr>
            <w:tcW w:w="6917" w:type="dxa"/>
          </w:tcPr>
          <w:p w:rsidR="0012404A" w:rsidRPr="00AD7C08" w:rsidRDefault="0012404A" w:rsidP="00AD7C08">
            <w:pPr>
              <w:pStyle w:val="normal0"/>
              <w:widowControl/>
              <w:spacing w:after="200"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7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Читают, отвечают </w:t>
            </w:r>
            <w:r w:rsidRPr="00AD7C0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письменно </w:t>
            </w:r>
            <w:r w:rsidRPr="00AD7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вопросы.  Выполняют  тестовые задания. Составление плана текста.</w:t>
            </w:r>
          </w:p>
        </w:tc>
      </w:tr>
      <w:tr w:rsidR="0012404A">
        <w:trPr>
          <w:cantSplit/>
          <w:tblHeader/>
        </w:trPr>
        <w:tc>
          <w:tcPr>
            <w:tcW w:w="834" w:type="dxa"/>
          </w:tcPr>
          <w:p w:rsidR="0012404A" w:rsidRPr="00AD7C08" w:rsidRDefault="0012404A" w:rsidP="00AD7C08">
            <w:pPr>
              <w:pStyle w:val="normal0"/>
              <w:widowControl/>
              <w:spacing w:after="200"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7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954" w:type="dxa"/>
          </w:tcPr>
          <w:p w:rsidR="0012404A" w:rsidRPr="00AD7C08" w:rsidRDefault="0012404A" w:rsidP="00AD7C08">
            <w:pPr>
              <w:pStyle w:val="normal0"/>
              <w:widowControl/>
              <w:spacing w:after="200"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7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Вода, которая разрывает камень. Почему у насекомых шесть ног? </w:t>
            </w:r>
          </w:p>
        </w:tc>
        <w:tc>
          <w:tcPr>
            <w:tcW w:w="6917" w:type="dxa"/>
          </w:tcPr>
          <w:p w:rsidR="0012404A" w:rsidRPr="00AD7C08" w:rsidRDefault="0012404A" w:rsidP="00AD7C08">
            <w:pPr>
              <w:pStyle w:val="normal0"/>
              <w:widowControl/>
              <w:spacing w:after="200"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7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Читают, отвечают </w:t>
            </w:r>
            <w:r w:rsidRPr="00AD7C0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письменно </w:t>
            </w:r>
            <w:r w:rsidRPr="00AD7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вопросы.  Выявляют в тексте слова и выражения, значения которых непонятно, и осознают потребность в выяснении их смысла Выполняют  тестовые задания. Составление плана текста. Устный пересказ по ключевым словам. Выявляют смысловой и эмоциональный подтекст.</w:t>
            </w:r>
          </w:p>
        </w:tc>
      </w:tr>
      <w:tr w:rsidR="0012404A">
        <w:trPr>
          <w:cantSplit/>
          <w:tblHeader/>
        </w:trPr>
        <w:tc>
          <w:tcPr>
            <w:tcW w:w="834" w:type="dxa"/>
          </w:tcPr>
          <w:p w:rsidR="0012404A" w:rsidRPr="00AD7C08" w:rsidRDefault="0012404A" w:rsidP="00AD7C08">
            <w:pPr>
              <w:pStyle w:val="normal0"/>
              <w:widowControl/>
              <w:spacing w:after="200"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7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954" w:type="dxa"/>
          </w:tcPr>
          <w:p w:rsidR="0012404A" w:rsidRPr="00AD7C08" w:rsidRDefault="0012404A" w:rsidP="00AD7C08">
            <w:pPr>
              <w:pStyle w:val="normal0"/>
              <w:widowControl/>
              <w:spacing w:after="200"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7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Почти одноразовая обувь. Дом из старых бутылок. </w:t>
            </w:r>
          </w:p>
        </w:tc>
        <w:tc>
          <w:tcPr>
            <w:tcW w:w="6917" w:type="dxa"/>
          </w:tcPr>
          <w:p w:rsidR="0012404A" w:rsidRPr="00AD7C08" w:rsidRDefault="0012404A" w:rsidP="00AD7C08">
            <w:pPr>
              <w:pStyle w:val="normal0"/>
              <w:widowControl/>
              <w:spacing w:after="200"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7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Читают, отвечают </w:t>
            </w:r>
            <w:r w:rsidRPr="00AD7C0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письменно </w:t>
            </w:r>
            <w:r w:rsidRPr="00AD7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вопросы.  Выявляют в тексте слова и выражения, значения которых непонятно, и осознают потребность в выяснении их смысла Выполняют  тестовые задания. Составление плана текста. Прогнозируют содержание читаемого. Выявляют смысловой и эмоциональный подтекст.</w:t>
            </w:r>
          </w:p>
        </w:tc>
      </w:tr>
      <w:tr w:rsidR="0012404A">
        <w:trPr>
          <w:cantSplit/>
          <w:tblHeader/>
        </w:trPr>
        <w:tc>
          <w:tcPr>
            <w:tcW w:w="834" w:type="dxa"/>
          </w:tcPr>
          <w:p w:rsidR="0012404A" w:rsidRPr="00AD7C08" w:rsidRDefault="0012404A" w:rsidP="00AD7C08">
            <w:pPr>
              <w:pStyle w:val="normal0"/>
              <w:widowControl/>
              <w:spacing w:after="200"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7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954" w:type="dxa"/>
          </w:tcPr>
          <w:p w:rsidR="0012404A" w:rsidRPr="00AD7C08" w:rsidRDefault="0012404A" w:rsidP="00AD7C08">
            <w:pPr>
              <w:pStyle w:val="normal0"/>
              <w:widowControl/>
              <w:spacing w:after="200"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7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Древние надписи. </w:t>
            </w:r>
          </w:p>
        </w:tc>
        <w:tc>
          <w:tcPr>
            <w:tcW w:w="6917" w:type="dxa"/>
          </w:tcPr>
          <w:p w:rsidR="0012404A" w:rsidRPr="00AD7C08" w:rsidRDefault="0012404A" w:rsidP="00AD7C08">
            <w:pPr>
              <w:pStyle w:val="normal0"/>
              <w:widowControl/>
              <w:spacing w:after="200"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7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Сочинение по картинке.</w:t>
            </w:r>
          </w:p>
        </w:tc>
      </w:tr>
      <w:tr w:rsidR="0012404A">
        <w:trPr>
          <w:cantSplit/>
          <w:tblHeader/>
        </w:trPr>
        <w:tc>
          <w:tcPr>
            <w:tcW w:w="834" w:type="dxa"/>
          </w:tcPr>
          <w:p w:rsidR="0012404A" w:rsidRPr="00AD7C08" w:rsidRDefault="0012404A" w:rsidP="00AD7C08">
            <w:pPr>
              <w:pStyle w:val="normal0"/>
              <w:widowControl/>
              <w:spacing w:after="200"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7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954" w:type="dxa"/>
          </w:tcPr>
          <w:p w:rsidR="0012404A" w:rsidRPr="00AD7C08" w:rsidRDefault="0012404A" w:rsidP="00AD7C08">
            <w:pPr>
              <w:pStyle w:val="normal0"/>
              <w:widowControl/>
              <w:spacing w:after="200"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7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Летучие рыбы Джорджа Кейли. Чайная церемония. </w:t>
            </w:r>
          </w:p>
        </w:tc>
        <w:tc>
          <w:tcPr>
            <w:tcW w:w="6917" w:type="dxa"/>
          </w:tcPr>
          <w:p w:rsidR="0012404A" w:rsidRPr="00AD7C08" w:rsidRDefault="0012404A" w:rsidP="00AD7C08">
            <w:pPr>
              <w:pStyle w:val="normal0"/>
              <w:widowControl/>
              <w:spacing w:after="200"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7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Читают, отвечают на вопросы.  Выполняют  тестовые задания. Составление плана текста. Устный пересказ по ключевым словам.</w:t>
            </w:r>
          </w:p>
        </w:tc>
      </w:tr>
      <w:tr w:rsidR="0012404A">
        <w:trPr>
          <w:cantSplit/>
          <w:tblHeader/>
        </w:trPr>
        <w:tc>
          <w:tcPr>
            <w:tcW w:w="834" w:type="dxa"/>
          </w:tcPr>
          <w:p w:rsidR="0012404A" w:rsidRPr="00AD7C08" w:rsidRDefault="0012404A" w:rsidP="00AD7C08">
            <w:pPr>
              <w:pStyle w:val="normal0"/>
              <w:widowControl/>
              <w:spacing w:after="200"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7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2954" w:type="dxa"/>
          </w:tcPr>
          <w:p w:rsidR="0012404A" w:rsidRPr="00AD7C08" w:rsidRDefault="0012404A" w:rsidP="00AD7C08">
            <w:pPr>
              <w:pStyle w:val="normal0"/>
              <w:widowControl/>
              <w:spacing w:after="200"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7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Вечная мерзлота-вечный холодильник. Неподвижный транспорт. </w:t>
            </w:r>
          </w:p>
        </w:tc>
        <w:tc>
          <w:tcPr>
            <w:tcW w:w="6917" w:type="dxa"/>
          </w:tcPr>
          <w:p w:rsidR="0012404A" w:rsidRPr="00AD7C08" w:rsidRDefault="0012404A" w:rsidP="00AD7C08">
            <w:pPr>
              <w:pStyle w:val="normal0"/>
              <w:widowControl/>
              <w:spacing w:after="200"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7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Читают, отвечают письменно на вопросы. Выявляют в тексте слова и выражения, значения которых непонятно, и осознают потребность в выяснении их смысла Выполняют  тестовые задания. Составление плана текста. Находят главную мысль, сформулированную в тексте.</w:t>
            </w:r>
          </w:p>
        </w:tc>
      </w:tr>
      <w:tr w:rsidR="0012404A">
        <w:trPr>
          <w:cantSplit/>
          <w:tblHeader/>
        </w:trPr>
        <w:tc>
          <w:tcPr>
            <w:tcW w:w="834" w:type="dxa"/>
          </w:tcPr>
          <w:p w:rsidR="0012404A" w:rsidRPr="00AD7C08" w:rsidRDefault="0012404A" w:rsidP="00AD7C08">
            <w:pPr>
              <w:pStyle w:val="normal0"/>
              <w:widowControl/>
              <w:spacing w:after="200"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7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2954" w:type="dxa"/>
          </w:tcPr>
          <w:p w:rsidR="0012404A" w:rsidRPr="00AD7C08" w:rsidRDefault="0012404A" w:rsidP="00AD7C08">
            <w:pPr>
              <w:pStyle w:val="normal0"/>
              <w:widowControl/>
              <w:spacing w:after="200"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7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Зачем нам два уха и два глаза? Сверхзвуковая скорость-инструмент пастуха. </w:t>
            </w:r>
          </w:p>
        </w:tc>
        <w:tc>
          <w:tcPr>
            <w:tcW w:w="6917" w:type="dxa"/>
          </w:tcPr>
          <w:p w:rsidR="0012404A" w:rsidRPr="00AD7C08" w:rsidRDefault="0012404A" w:rsidP="00AD7C08">
            <w:pPr>
              <w:pStyle w:val="normal0"/>
              <w:widowControl/>
              <w:spacing w:after="200"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7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Читают, отвечают на вопросы. Выявляют в тексте слова и выражения, значения которых непонятно, и осознают потребность в выяснении их смысла Выполняют  тестовые задания. Составление плана текста. Выявляют смысловой и эмоциональный подтекст.</w:t>
            </w:r>
          </w:p>
        </w:tc>
      </w:tr>
      <w:tr w:rsidR="0012404A">
        <w:trPr>
          <w:cantSplit/>
          <w:tblHeader/>
        </w:trPr>
        <w:tc>
          <w:tcPr>
            <w:tcW w:w="834" w:type="dxa"/>
          </w:tcPr>
          <w:p w:rsidR="0012404A" w:rsidRPr="00AD7C08" w:rsidRDefault="0012404A" w:rsidP="00AD7C08">
            <w:pPr>
              <w:pStyle w:val="normal0"/>
              <w:widowControl/>
              <w:spacing w:after="200"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7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2954" w:type="dxa"/>
          </w:tcPr>
          <w:p w:rsidR="0012404A" w:rsidRPr="00AD7C08" w:rsidRDefault="0012404A" w:rsidP="00AD7C08">
            <w:pPr>
              <w:pStyle w:val="normal0"/>
              <w:widowControl/>
              <w:spacing w:after="200"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7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Компьютерный мультфильм, как научное пособие. Надувайся и ты победишь! </w:t>
            </w:r>
          </w:p>
        </w:tc>
        <w:tc>
          <w:tcPr>
            <w:tcW w:w="6917" w:type="dxa"/>
          </w:tcPr>
          <w:p w:rsidR="0012404A" w:rsidRPr="00AD7C08" w:rsidRDefault="0012404A" w:rsidP="00AD7C08">
            <w:pPr>
              <w:pStyle w:val="normal0"/>
              <w:widowControl/>
              <w:spacing w:after="200"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7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Читают, отвечают письменно на вопросы.  Выполняют  тестовые задания. Составление плана текста. Прогнозируют содержание читаемого текста. Выявляют смысловой и эмоциональный подтекст.</w:t>
            </w:r>
          </w:p>
        </w:tc>
      </w:tr>
      <w:tr w:rsidR="0012404A">
        <w:trPr>
          <w:cantSplit/>
          <w:tblHeader/>
        </w:trPr>
        <w:tc>
          <w:tcPr>
            <w:tcW w:w="834" w:type="dxa"/>
          </w:tcPr>
          <w:p w:rsidR="0012404A" w:rsidRPr="00AD7C08" w:rsidRDefault="0012404A" w:rsidP="00AD7C08">
            <w:pPr>
              <w:pStyle w:val="normal0"/>
              <w:widowControl/>
              <w:spacing w:after="200"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7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2954" w:type="dxa"/>
          </w:tcPr>
          <w:p w:rsidR="0012404A" w:rsidRPr="00AD7C08" w:rsidRDefault="0012404A" w:rsidP="00AD7C08">
            <w:pPr>
              <w:pStyle w:val="normal0"/>
              <w:widowControl/>
              <w:spacing w:after="200"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7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Летоисчисление. </w:t>
            </w:r>
          </w:p>
        </w:tc>
        <w:tc>
          <w:tcPr>
            <w:tcW w:w="6917" w:type="dxa"/>
          </w:tcPr>
          <w:p w:rsidR="0012404A" w:rsidRPr="00AD7C08" w:rsidRDefault="0012404A" w:rsidP="00AD7C08">
            <w:pPr>
              <w:pStyle w:val="normal0"/>
              <w:widowControl/>
              <w:spacing w:after="200"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7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Читают, отвечают письменно на вопросы.  Выявляют в тексте слова и выражения, значения которых непонятно, и осознают потребность в выяснении их смысла. Выполняют  тестовые задания. Сочинение по картинке. Письменный пересказ по ключевым словам.</w:t>
            </w:r>
          </w:p>
        </w:tc>
      </w:tr>
      <w:tr w:rsidR="0012404A">
        <w:trPr>
          <w:cantSplit/>
          <w:tblHeader/>
        </w:trPr>
        <w:tc>
          <w:tcPr>
            <w:tcW w:w="834" w:type="dxa"/>
          </w:tcPr>
          <w:p w:rsidR="0012404A" w:rsidRPr="00AD7C08" w:rsidRDefault="0012404A" w:rsidP="00AD7C08">
            <w:pPr>
              <w:pStyle w:val="normal0"/>
              <w:widowControl/>
              <w:spacing w:after="200"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7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2954" w:type="dxa"/>
          </w:tcPr>
          <w:p w:rsidR="0012404A" w:rsidRPr="00AD7C08" w:rsidRDefault="0012404A" w:rsidP="00AD7C08">
            <w:pPr>
              <w:pStyle w:val="normal0"/>
              <w:widowControl/>
              <w:spacing w:after="200"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7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Куры и гуси. Раз – и вымыт глаз. </w:t>
            </w:r>
          </w:p>
        </w:tc>
        <w:tc>
          <w:tcPr>
            <w:tcW w:w="6917" w:type="dxa"/>
          </w:tcPr>
          <w:p w:rsidR="0012404A" w:rsidRPr="00AD7C08" w:rsidRDefault="0012404A" w:rsidP="00AD7C08">
            <w:pPr>
              <w:pStyle w:val="normal0"/>
              <w:widowControl/>
              <w:spacing w:after="200"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7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Читают, отвечают письменно на вопросы. Выявляют в тексте слова и выражения, значения которых непонятно, и осознают потребность в выяснении их смысла Выполняют  тестовые задания. Составление плана текста. Письменный пересказ по ключевым словам.</w:t>
            </w:r>
          </w:p>
        </w:tc>
      </w:tr>
      <w:tr w:rsidR="0012404A">
        <w:trPr>
          <w:cantSplit/>
          <w:tblHeader/>
        </w:trPr>
        <w:tc>
          <w:tcPr>
            <w:tcW w:w="834" w:type="dxa"/>
          </w:tcPr>
          <w:p w:rsidR="0012404A" w:rsidRPr="00AD7C08" w:rsidRDefault="0012404A" w:rsidP="00AD7C08">
            <w:pPr>
              <w:pStyle w:val="normal0"/>
              <w:widowControl/>
              <w:spacing w:after="200"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7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954" w:type="dxa"/>
          </w:tcPr>
          <w:p w:rsidR="0012404A" w:rsidRPr="00AD7C08" w:rsidRDefault="0012404A" w:rsidP="00AD7C08">
            <w:pPr>
              <w:pStyle w:val="normal0"/>
              <w:widowControl/>
              <w:spacing w:after="200"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7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Птичьи консервы. Тюлени и неуклюжие, и ловкие. </w:t>
            </w:r>
          </w:p>
        </w:tc>
        <w:tc>
          <w:tcPr>
            <w:tcW w:w="6917" w:type="dxa"/>
          </w:tcPr>
          <w:p w:rsidR="0012404A" w:rsidRPr="00AD7C08" w:rsidRDefault="0012404A" w:rsidP="00AD7C08">
            <w:pPr>
              <w:pStyle w:val="normal0"/>
              <w:widowControl/>
              <w:spacing w:after="200"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7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Читают, отвечают письменно на вопросы. Выявляют в тексте слова и выражения, значения которых непонятно, и осознают потребность в выяснении их смысла Выполняют  тестовые задания. Составление плана текста. Находят главную мысль, сформулированную в тексте. Прогнозируют содержание читаемого текста.</w:t>
            </w:r>
          </w:p>
        </w:tc>
      </w:tr>
      <w:tr w:rsidR="0012404A">
        <w:trPr>
          <w:cantSplit/>
          <w:tblHeader/>
        </w:trPr>
        <w:tc>
          <w:tcPr>
            <w:tcW w:w="834" w:type="dxa"/>
          </w:tcPr>
          <w:p w:rsidR="0012404A" w:rsidRPr="00AD7C08" w:rsidRDefault="0012404A" w:rsidP="00AD7C08">
            <w:pPr>
              <w:pStyle w:val="normal0"/>
              <w:widowControl/>
              <w:spacing w:after="200"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7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2954" w:type="dxa"/>
          </w:tcPr>
          <w:p w:rsidR="0012404A" w:rsidRPr="00AD7C08" w:rsidRDefault="0012404A" w:rsidP="00AD7C08">
            <w:pPr>
              <w:pStyle w:val="normal0"/>
              <w:widowControl/>
              <w:spacing w:after="200"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7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Как придумали буквы? Китайская грамота. </w:t>
            </w:r>
          </w:p>
        </w:tc>
        <w:tc>
          <w:tcPr>
            <w:tcW w:w="6917" w:type="dxa"/>
          </w:tcPr>
          <w:p w:rsidR="0012404A" w:rsidRPr="00AD7C08" w:rsidRDefault="0012404A" w:rsidP="00AD7C08">
            <w:pPr>
              <w:pStyle w:val="normal0"/>
              <w:widowControl/>
              <w:spacing w:after="200"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7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Читают, отвечают письменно на вопросы.  Выполняют  тестовые задания. Составление плана текста. Находят главную мысль, сформулированную в тексте. Прогнозируют содержание читаемого текста. Выявляют смысловой и эмоциональный подтекст.</w:t>
            </w:r>
          </w:p>
        </w:tc>
      </w:tr>
      <w:tr w:rsidR="0012404A">
        <w:trPr>
          <w:cantSplit/>
          <w:tblHeader/>
        </w:trPr>
        <w:tc>
          <w:tcPr>
            <w:tcW w:w="834" w:type="dxa"/>
          </w:tcPr>
          <w:p w:rsidR="0012404A" w:rsidRPr="00AD7C08" w:rsidRDefault="0012404A" w:rsidP="00AD7C08">
            <w:pPr>
              <w:pStyle w:val="normal0"/>
              <w:widowControl/>
              <w:spacing w:after="200"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7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  <w:p w:rsidR="0012404A" w:rsidRPr="00AD7C08" w:rsidRDefault="0012404A" w:rsidP="00AD7C08">
            <w:pPr>
              <w:pStyle w:val="normal0"/>
              <w:widowControl/>
              <w:spacing w:after="200"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</w:tcPr>
          <w:p w:rsidR="0012404A" w:rsidRPr="00AD7C08" w:rsidRDefault="0012404A" w:rsidP="00AD7C08">
            <w:pPr>
              <w:pStyle w:val="normal0"/>
              <w:widowControl/>
              <w:spacing w:after="200"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7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Тормоза для корабля. Марсианские шоферы. </w:t>
            </w:r>
          </w:p>
        </w:tc>
        <w:tc>
          <w:tcPr>
            <w:tcW w:w="6917" w:type="dxa"/>
          </w:tcPr>
          <w:p w:rsidR="0012404A" w:rsidRPr="00AD7C08" w:rsidRDefault="0012404A" w:rsidP="00AD7C08">
            <w:pPr>
              <w:pStyle w:val="normal0"/>
              <w:widowControl/>
              <w:spacing w:after="200"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7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Читают, отвечают письменно на вопросы. Выявляют в тексте слова и выражения, значения которых непонятно, и осознают потребность в выяснении их смысла.Выполняют  тестовые задания. Составление плана текста. Письменный пересказ по ключевым словам.</w:t>
            </w:r>
          </w:p>
        </w:tc>
      </w:tr>
      <w:tr w:rsidR="0012404A">
        <w:trPr>
          <w:cantSplit/>
          <w:tblHeader/>
        </w:trPr>
        <w:tc>
          <w:tcPr>
            <w:tcW w:w="834" w:type="dxa"/>
          </w:tcPr>
          <w:p w:rsidR="0012404A" w:rsidRPr="00AD7C08" w:rsidRDefault="0012404A" w:rsidP="00AD7C08">
            <w:pPr>
              <w:pStyle w:val="normal0"/>
              <w:widowControl/>
              <w:spacing w:after="200"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7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2954" w:type="dxa"/>
          </w:tcPr>
          <w:p w:rsidR="0012404A" w:rsidRPr="00AD7C08" w:rsidRDefault="0012404A" w:rsidP="00AD7C08">
            <w:pPr>
              <w:pStyle w:val="normal0"/>
              <w:widowControl/>
              <w:spacing w:after="200"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7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Умелый пекарь. </w:t>
            </w:r>
          </w:p>
        </w:tc>
        <w:tc>
          <w:tcPr>
            <w:tcW w:w="6917" w:type="dxa"/>
          </w:tcPr>
          <w:p w:rsidR="0012404A" w:rsidRPr="00AD7C08" w:rsidRDefault="0012404A" w:rsidP="00AD7C08">
            <w:pPr>
              <w:pStyle w:val="normal0"/>
              <w:widowControl/>
              <w:spacing w:after="200"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7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Письменный пересказ по ключевым словам. Выявляют в тексте слова и выражения, значения которых непонятно, и осознают потребность в выяснении их смысла. Выявляют смысловой и эмоциональный подтекст.</w:t>
            </w:r>
          </w:p>
        </w:tc>
      </w:tr>
      <w:tr w:rsidR="0012404A">
        <w:trPr>
          <w:cantSplit/>
          <w:tblHeader/>
        </w:trPr>
        <w:tc>
          <w:tcPr>
            <w:tcW w:w="834" w:type="dxa"/>
          </w:tcPr>
          <w:p w:rsidR="0012404A" w:rsidRPr="00AD7C08" w:rsidRDefault="0012404A" w:rsidP="00AD7C08">
            <w:pPr>
              <w:pStyle w:val="normal0"/>
              <w:widowControl/>
              <w:spacing w:after="200"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7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2954" w:type="dxa"/>
          </w:tcPr>
          <w:p w:rsidR="0012404A" w:rsidRPr="00AD7C08" w:rsidRDefault="0012404A" w:rsidP="00AD7C08">
            <w:pPr>
              <w:pStyle w:val="normal0"/>
              <w:widowControl/>
              <w:spacing w:after="200"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7C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Выставка творческих работ.</w:t>
            </w:r>
          </w:p>
        </w:tc>
        <w:tc>
          <w:tcPr>
            <w:tcW w:w="6917" w:type="dxa"/>
          </w:tcPr>
          <w:p w:rsidR="0012404A" w:rsidRPr="00AD7C08" w:rsidRDefault="0012404A" w:rsidP="00AD7C08">
            <w:pPr>
              <w:pStyle w:val="normal0"/>
              <w:widowControl/>
              <w:spacing w:after="200"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12404A" w:rsidRDefault="0012404A">
      <w:pPr>
        <w:pStyle w:val="normal0"/>
        <w:widowControl/>
        <w:shd w:val="clear" w:color="auto" w:fill="FFFFFF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2404A" w:rsidRDefault="0012404A">
      <w:pPr>
        <w:pStyle w:val="normal0"/>
        <w:jc w:val="both"/>
        <w:rPr>
          <w:rFonts w:ascii="Times New Roman" w:hAnsi="Times New Roman" w:cs="Times New Roman"/>
          <w:color w:val="000000"/>
        </w:rPr>
      </w:pPr>
    </w:p>
    <w:p w:rsidR="0012404A" w:rsidRDefault="0012404A">
      <w:pPr>
        <w:pStyle w:val="normal0"/>
        <w:keepNext/>
        <w:keepLines/>
        <w:ind w:left="567" w:hanging="425"/>
        <w:jc w:val="both"/>
        <w:rPr>
          <w:rFonts w:ascii="Times New Roman" w:hAnsi="Times New Roman" w:cs="Times New Roman"/>
          <w:b/>
          <w:bCs/>
          <w:color w:val="000000"/>
          <w:u w:val="single"/>
        </w:rPr>
      </w:pPr>
      <w:bookmarkStart w:id="8" w:name="BM26in1rg" w:colFirst="0" w:colLast="0"/>
      <w:bookmarkEnd w:id="8"/>
      <w:r>
        <w:rPr>
          <w:rFonts w:ascii="Times New Roman" w:hAnsi="Times New Roman" w:cs="Times New Roman"/>
          <w:color w:val="000000"/>
          <w:u w:val="single"/>
        </w:rPr>
        <w:t>Проверка читательских умений в 4 классе.</w:t>
      </w:r>
    </w:p>
    <w:p w:rsidR="0012404A" w:rsidRDefault="0012404A">
      <w:pPr>
        <w:pStyle w:val="normal0"/>
        <w:ind w:left="567" w:right="180" w:hanging="425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В работе с книгой закрепляются и совершенствуются следующие читательские умения четвероклассников:</w:t>
      </w:r>
    </w:p>
    <w:p w:rsidR="0012404A" w:rsidRDefault="0012404A">
      <w:pPr>
        <w:pStyle w:val="normal0"/>
        <w:numPr>
          <w:ilvl w:val="0"/>
          <w:numId w:val="15"/>
        </w:numPr>
        <w:tabs>
          <w:tab w:val="left" w:pos="754"/>
        </w:tabs>
        <w:ind w:left="567" w:hanging="425"/>
        <w:jc w:val="both"/>
      </w:pPr>
      <w:r>
        <w:rPr>
          <w:rFonts w:ascii="Times New Roman" w:hAnsi="Times New Roman" w:cs="Times New Roman"/>
          <w:color w:val="000000"/>
        </w:rPr>
        <w:t>выбирать новую книгу для самостоятельного чтения;</w:t>
      </w:r>
    </w:p>
    <w:p w:rsidR="0012404A" w:rsidRDefault="0012404A">
      <w:pPr>
        <w:pStyle w:val="normal0"/>
        <w:numPr>
          <w:ilvl w:val="0"/>
          <w:numId w:val="15"/>
        </w:numPr>
        <w:tabs>
          <w:tab w:val="left" w:pos="754"/>
        </w:tabs>
        <w:ind w:left="567" w:hanging="425"/>
        <w:jc w:val="both"/>
      </w:pPr>
      <w:r>
        <w:rPr>
          <w:rFonts w:ascii="Times New Roman" w:hAnsi="Times New Roman" w:cs="Times New Roman"/>
          <w:color w:val="000000"/>
        </w:rPr>
        <w:t>определять и сопоставлять содержание книги после рассматривания и после чтения;</w:t>
      </w:r>
    </w:p>
    <w:p w:rsidR="0012404A" w:rsidRDefault="0012404A">
      <w:pPr>
        <w:pStyle w:val="normal0"/>
        <w:numPr>
          <w:ilvl w:val="0"/>
          <w:numId w:val="15"/>
        </w:numPr>
        <w:tabs>
          <w:tab w:val="left" w:pos="754"/>
        </w:tabs>
        <w:ind w:left="567" w:hanging="425"/>
        <w:jc w:val="both"/>
      </w:pPr>
      <w:r>
        <w:rPr>
          <w:rFonts w:ascii="Times New Roman" w:hAnsi="Times New Roman" w:cs="Times New Roman"/>
          <w:color w:val="000000"/>
        </w:rPr>
        <w:t>устанавливать книги, ее особенности и способ прочтения (в целом, по частям,</w:t>
      </w:r>
    </w:p>
    <w:p w:rsidR="0012404A" w:rsidRDefault="0012404A">
      <w:pPr>
        <w:pStyle w:val="normal0"/>
        <w:numPr>
          <w:ilvl w:val="0"/>
          <w:numId w:val="15"/>
        </w:numPr>
        <w:tabs>
          <w:tab w:val="left" w:pos="754"/>
        </w:tabs>
        <w:ind w:left="567" w:hanging="425"/>
        <w:jc w:val="both"/>
      </w:pPr>
      <w:r>
        <w:rPr>
          <w:rFonts w:ascii="Times New Roman" w:hAnsi="Times New Roman" w:cs="Times New Roman"/>
          <w:color w:val="000000"/>
        </w:rPr>
        <w:t>выборочно);</w:t>
      </w:r>
    </w:p>
    <w:p w:rsidR="0012404A" w:rsidRDefault="0012404A">
      <w:pPr>
        <w:pStyle w:val="normal0"/>
        <w:numPr>
          <w:ilvl w:val="0"/>
          <w:numId w:val="15"/>
        </w:numPr>
        <w:tabs>
          <w:tab w:val="left" w:pos="754"/>
        </w:tabs>
        <w:ind w:left="567" w:hanging="425"/>
        <w:jc w:val="both"/>
      </w:pPr>
      <w:r>
        <w:rPr>
          <w:rFonts w:ascii="Times New Roman" w:hAnsi="Times New Roman" w:cs="Times New Roman"/>
          <w:color w:val="000000"/>
        </w:rPr>
        <w:t>ставить перед собой цель чтения книги.</w:t>
      </w:r>
    </w:p>
    <w:p w:rsidR="0012404A" w:rsidRDefault="0012404A">
      <w:pPr>
        <w:pStyle w:val="normal0"/>
        <w:numPr>
          <w:ilvl w:val="0"/>
          <w:numId w:val="15"/>
        </w:numPr>
        <w:tabs>
          <w:tab w:val="left" w:pos="754"/>
        </w:tabs>
        <w:ind w:left="567" w:hanging="425"/>
        <w:jc w:val="both"/>
      </w:pPr>
      <w:r>
        <w:rPr>
          <w:rFonts w:ascii="Times New Roman" w:hAnsi="Times New Roman" w:cs="Times New Roman"/>
          <w:color w:val="000000"/>
        </w:rPr>
        <w:t>давать оценку собственному навыку чтения (самоанализ).</w:t>
      </w:r>
    </w:p>
    <w:p w:rsidR="0012404A" w:rsidRDefault="0012404A">
      <w:pPr>
        <w:pStyle w:val="normal0"/>
        <w:keepNext/>
        <w:keepLines/>
        <w:jc w:val="both"/>
        <w:rPr>
          <w:rFonts w:ascii="Times New Roman" w:hAnsi="Times New Roman" w:cs="Times New Roman"/>
          <w:b/>
          <w:bCs/>
          <w:color w:val="000000"/>
          <w:u w:val="single"/>
        </w:rPr>
      </w:pPr>
      <w:bookmarkStart w:id="9" w:name="lnxbz9" w:colFirst="0" w:colLast="0"/>
      <w:bookmarkEnd w:id="9"/>
      <w:r>
        <w:rPr>
          <w:rFonts w:ascii="Times New Roman" w:hAnsi="Times New Roman" w:cs="Times New Roman"/>
          <w:color w:val="000000"/>
          <w:u w:val="single"/>
        </w:rPr>
        <w:t>Проверка читательского кругозора.</w:t>
      </w:r>
    </w:p>
    <w:p w:rsidR="0012404A" w:rsidRDefault="0012404A">
      <w:pPr>
        <w:pStyle w:val="normal0"/>
        <w:ind w:right="18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Читательский кругозор четвероклассника учитель может проверить с помощью следующих вопросов и заданий:</w:t>
      </w:r>
    </w:p>
    <w:p w:rsidR="0012404A" w:rsidRDefault="0012404A">
      <w:pPr>
        <w:pStyle w:val="normal0"/>
        <w:numPr>
          <w:ilvl w:val="0"/>
          <w:numId w:val="16"/>
        </w:numPr>
        <w:tabs>
          <w:tab w:val="left" w:pos="754"/>
        </w:tabs>
        <w:ind w:left="426" w:right="180" w:hanging="426"/>
        <w:jc w:val="both"/>
      </w:pPr>
      <w:r>
        <w:rPr>
          <w:rFonts w:ascii="Times New Roman" w:hAnsi="Times New Roman" w:cs="Times New Roman"/>
          <w:color w:val="000000"/>
        </w:rPr>
        <w:t>Какие виды книжных изданий для детей вы знаете? (Литературно-художественное издание, научно-познавательные и справочные книги, энциклопедии, избранное, книги-произведения 11 книги-сборники, собрание сочинений классика литературы.)Перечислите все известные вам жанры литературы и устного народного творчества. Приведите примеры. (Рассказы, повести, романы, сказки авторские и народные, былины, очерки, статьи, стихотворения, пословицы, поговорки, песенки-потешки ,колыбельные, небылицы, загадки, скороговорки.)</w:t>
      </w:r>
    </w:p>
    <w:p w:rsidR="0012404A" w:rsidRDefault="0012404A">
      <w:pPr>
        <w:pStyle w:val="normal0"/>
        <w:numPr>
          <w:ilvl w:val="0"/>
          <w:numId w:val="16"/>
        </w:numPr>
        <w:tabs>
          <w:tab w:val="left" w:pos="837"/>
        </w:tabs>
        <w:ind w:left="426" w:hanging="426"/>
        <w:jc w:val="both"/>
      </w:pPr>
      <w:r>
        <w:rPr>
          <w:rFonts w:ascii="Times New Roman" w:hAnsi="Times New Roman" w:cs="Times New Roman"/>
          <w:color w:val="000000"/>
        </w:rPr>
        <w:t>Прочитайте наизусть отрывок из понравившегося вам прозаического произведения (во</w:t>
      </w:r>
    </w:p>
    <w:p w:rsidR="0012404A" w:rsidRDefault="0012404A">
      <w:pPr>
        <w:pStyle w:val="normal0"/>
        <w:ind w:left="426" w:hanging="426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2-4 классах учили отрывки из произведений Мамина-Сибиряка, Паустовского, Гайдара,</w:t>
      </w:r>
    </w:p>
    <w:p w:rsidR="0012404A" w:rsidRDefault="0012404A">
      <w:pPr>
        <w:pStyle w:val="normal0"/>
        <w:ind w:left="426" w:hanging="426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Чехова, Платонова, Пришвина и др.).</w:t>
      </w:r>
    </w:p>
    <w:p w:rsidR="0012404A" w:rsidRDefault="0012404A">
      <w:pPr>
        <w:pStyle w:val="normal0"/>
        <w:numPr>
          <w:ilvl w:val="0"/>
          <w:numId w:val="16"/>
        </w:numPr>
        <w:tabs>
          <w:tab w:val="left" w:pos="837"/>
        </w:tabs>
        <w:ind w:left="426" w:hanging="426"/>
        <w:jc w:val="both"/>
      </w:pPr>
      <w:r>
        <w:rPr>
          <w:rFonts w:ascii="Times New Roman" w:hAnsi="Times New Roman" w:cs="Times New Roman"/>
          <w:color w:val="000000"/>
        </w:rPr>
        <w:t>Прочитайте наизусть понравившееся вам стихотворное произведение. (Следует отметить выбор ребенком текста: созданного специально для детей: Барто, Михалков, Чуковский, Маршак, Берестов, Токмакова и др. - или общей литературы: Пушкин, Тютчев, Фет, Бунин и др.)</w:t>
      </w:r>
    </w:p>
    <w:p w:rsidR="0012404A" w:rsidRDefault="0012404A">
      <w:pPr>
        <w:pStyle w:val="normal0"/>
        <w:numPr>
          <w:ilvl w:val="0"/>
          <w:numId w:val="16"/>
        </w:numPr>
        <w:tabs>
          <w:tab w:val="left" w:pos="837"/>
        </w:tabs>
        <w:ind w:left="426" w:hanging="426"/>
        <w:jc w:val="both"/>
      </w:pPr>
      <w:r>
        <w:rPr>
          <w:rFonts w:ascii="Times New Roman" w:hAnsi="Times New Roman" w:cs="Times New Roman"/>
          <w:color w:val="000000"/>
        </w:rPr>
        <w:t>Какие книги вы читали в последнее время? Разделите эти книги на 2 группы: выбранные по совету других и выбранные самостоятельно.</w:t>
      </w:r>
    </w:p>
    <w:p w:rsidR="0012404A" w:rsidRDefault="0012404A">
      <w:pPr>
        <w:pStyle w:val="normal0"/>
        <w:numPr>
          <w:ilvl w:val="0"/>
          <w:numId w:val="16"/>
        </w:numPr>
        <w:tabs>
          <w:tab w:val="left" w:pos="837"/>
        </w:tabs>
        <w:ind w:left="426" w:hanging="426"/>
        <w:jc w:val="both"/>
      </w:pPr>
      <w:r>
        <w:rPr>
          <w:rFonts w:ascii="Times New Roman" w:hAnsi="Times New Roman" w:cs="Times New Roman"/>
          <w:color w:val="000000"/>
        </w:rPr>
        <w:t>Назовите, какие вы знаете темы детского чтения. (Основные программные темы: о детстве, о природе, о родине, о других странах, о чудесах и волшебстве, о приключениях и путешествии, о труде, об известных людях, о мире человеческих отношений, о мире знаний, о мире прекрасного, о школьной жизни, о народной мудрости.)</w:t>
      </w:r>
    </w:p>
    <w:p w:rsidR="0012404A" w:rsidRDefault="0012404A">
      <w:pPr>
        <w:pStyle w:val="normal0"/>
        <w:numPr>
          <w:ilvl w:val="0"/>
          <w:numId w:val="16"/>
        </w:numPr>
        <w:tabs>
          <w:tab w:val="left" w:pos="837"/>
        </w:tabs>
        <w:ind w:left="426" w:hanging="426"/>
        <w:jc w:val="both"/>
      </w:pPr>
      <w:r>
        <w:rPr>
          <w:rFonts w:ascii="Times New Roman" w:hAnsi="Times New Roman" w:cs="Times New Roman"/>
          <w:color w:val="000000"/>
        </w:rPr>
        <w:t>Назовите фамилии поэтов, прозаиков, сказочников.</w:t>
      </w:r>
    </w:p>
    <w:p w:rsidR="0012404A" w:rsidRDefault="0012404A">
      <w:pPr>
        <w:pStyle w:val="normal0"/>
        <w:numPr>
          <w:ilvl w:val="0"/>
          <w:numId w:val="16"/>
        </w:numPr>
        <w:tabs>
          <w:tab w:val="left" w:pos="837"/>
        </w:tabs>
        <w:ind w:left="426" w:hanging="426"/>
        <w:jc w:val="both"/>
      </w:pPr>
      <w:r>
        <w:rPr>
          <w:rFonts w:ascii="Times New Roman" w:hAnsi="Times New Roman" w:cs="Times New Roman"/>
          <w:color w:val="000000"/>
        </w:rPr>
        <w:t>Чем отличается литература от других видов искусств? (Художественное произведение -это условный вымышленный мир, картина реальной или фантастической жизни. Главными в книгах являются герои, образы. Через них и события авторы передают читателям накопленный веками человеческий опыт, знания. Произведение всегда несет читателю какую- то поучительную мысль, передает чувства, настроение, отношение автора к миру. В художественных текстах слова употребляются в переносном значении. Тексты - это чужая речь, прозаическая и стихотворная. Произведения бывают на определенную тему и имеют жанр. Чтение литературы развивает человека, обогащает его жизнь.)</w:t>
      </w:r>
    </w:p>
    <w:p w:rsidR="0012404A" w:rsidRDefault="0012404A">
      <w:pPr>
        <w:pStyle w:val="normal0"/>
      </w:pPr>
    </w:p>
    <w:sectPr w:rsidR="0012404A" w:rsidSect="002D048F">
      <w:pgSz w:w="11906" w:h="16838"/>
      <w:pgMar w:top="567" w:right="566" w:bottom="709" w:left="85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mo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C627A"/>
    <w:multiLevelType w:val="multilevel"/>
    <w:tmpl w:val="28127E8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Times New Roman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abstractNum w:abstractNumId="1">
    <w:nsid w:val="10B64B5C"/>
    <w:multiLevelType w:val="multilevel"/>
    <w:tmpl w:val="A9383756"/>
    <w:lvl w:ilvl="0">
      <w:start w:val="2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6"/>
        <w:szCs w:val="26"/>
        <w:u w:val="none"/>
        <w:vertAlign w:val="baseli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466633"/>
    <w:multiLevelType w:val="multilevel"/>
    <w:tmpl w:val="F78416E8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6"/>
        <w:szCs w:val="26"/>
        <w:u w:val="none"/>
        <w:vertAlign w:val="baseli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485700F"/>
    <w:multiLevelType w:val="multilevel"/>
    <w:tmpl w:val="9FCCE56E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6"/>
        <w:szCs w:val="26"/>
        <w:u w:val="none"/>
        <w:vertAlign w:val="baseli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61545A4"/>
    <w:multiLevelType w:val="multilevel"/>
    <w:tmpl w:val="B804067A"/>
    <w:lvl w:ilvl="0">
      <w:start w:val="1"/>
      <w:numFmt w:val="decimal"/>
      <w:lvlText w:val="%1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6"/>
        <w:szCs w:val="26"/>
        <w:u w:val="none"/>
        <w:vertAlign w:val="baseli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836486E"/>
    <w:multiLevelType w:val="multilevel"/>
    <w:tmpl w:val="D53AB8E8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6"/>
        <w:szCs w:val="26"/>
        <w:u w:val="none"/>
        <w:vertAlign w:val="baseli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8C0113F"/>
    <w:multiLevelType w:val="multilevel"/>
    <w:tmpl w:val="A08CA5E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Times New Roman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Times New Roman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Times New Roman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Times New Roman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Times New Roman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  <w:sz w:val="20"/>
        <w:szCs w:val="20"/>
      </w:rPr>
    </w:lvl>
  </w:abstractNum>
  <w:abstractNum w:abstractNumId="7">
    <w:nsid w:val="381543F9"/>
    <w:multiLevelType w:val="multilevel"/>
    <w:tmpl w:val="F9E45E4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Times New Roman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Times New Roman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Times New Roman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Times New Roman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Times New Roman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  <w:sz w:val="20"/>
        <w:szCs w:val="20"/>
      </w:rPr>
    </w:lvl>
  </w:abstractNum>
  <w:abstractNum w:abstractNumId="8">
    <w:nsid w:val="399A0779"/>
    <w:multiLevelType w:val="multilevel"/>
    <w:tmpl w:val="9790DB6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Times New Roman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Times New Roman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Times New Roman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Times New Roman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Times New Roman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  <w:sz w:val="20"/>
        <w:szCs w:val="20"/>
      </w:rPr>
    </w:lvl>
  </w:abstractNum>
  <w:abstractNum w:abstractNumId="9">
    <w:nsid w:val="4E7D61D7"/>
    <w:multiLevelType w:val="multilevel"/>
    <w:tmpl w:val="8340A78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Times New Roman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abstractNum w:abstractNumId="10">
    <w:nsid w:val="59A435B1"/>
    <w:multiLevelType w:val="multilevel"/>
    <w:tmpl w:val="116804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1">
    <w:nsid w:val="6A9A6F91"/>
    <w:multiLevelType w:val="multilevel"/>
    <w:tmpl w:val="DE30737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Times New Roman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Times New Roman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Times New Roman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Times New Roman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Times New Roman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  <w:sz w:val="20"/>
        <w:szCs w:val="20"/>
      </w:rPr>
    </w:lvl>
  </w:abstractNum>
  <w:abstractNum w:abstractNumId="12">
    <w:nsid w:val="727003F8"/>
    <w:multiLevelType w:val="multilevel"/>
    <w:tmpl w:val="DB669A90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6"/>
        <w:szCs w:val="26"/>
        <w:u w:val="none"/>
        <w:vertAlign w:val="baseli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7A30234"/>
    <w:multiLevelType w:val="multilevel"/>
    <w:tmpl w:val="87F082BE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6"/>
        <w:szCs w:val="26"/>
        <w:u w:val="none"/>
        <w:vertAlign w:val="baseli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8A47EA2"/>
    <w:multiLevelType w:val="multilevel"/>
    <w:tmpl w:val="CE3C93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5">
    <w:nsid w:val="79273095"/>
    <w:multiLevelType w:val="multilevel"/>
    <w:tmpl w:val="26447EA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Times New Roman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Times New Roman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Times New Roman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Times New Roman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Times New Roman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  <w:sz w:val="20"/>
        <w:szCs w:val="20"/>
      </w:r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11"/>
  </w:num>
  <w:num w:numId="5">
    <w:abstractNumId w:val="14"/>
  </w:num>
  <w:num w:numId="6">
    <w:abstractNumId w:val="15"/>
  </w:num>
  <w:num w:numId="7">
    <w:abstractNumId w:val="10"/>
  </w:num>
  <w:num w:numId="8">
    <w:abstractNumId w:val="9"/>
  </w:num>
  <w:num w:numId="9">
    <w:abstractNumId w:val="8"/>
  </w:num>
  <w:num w:numId="10">
    <w:abstractNumId w:val="12"/>
  </w:num>
  <w:num w:numId="11">
    <w:abstractNumId w:val="2"/>
  </w:num>
  <w:num w:numId="12">
    <w:abstractNumId w:val="1"/>
  </w:num>
  <w:num w:numId="13">
    <w:abstractNumId w:val="4"/>
  </w:num>
  <w:num w:numId="14">
    <w:abstractNumId w:val="13"/>
  </w:num>
  <w:num w:numId="15">
    <w:abstractNumId w:val="3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048F"/>
    <w:rsid w:val="0012404A"/>
    <w:rsid w:val="002D048F"/>
    <w:rsid w:val="00462DA0"/>
    <w:rsid w:val="004B6713"/>
    <w:rsid w:val="00915952"/>
    <w:rsid w:val="0097007F"/>
    <w:rsid w:val="00AD7C08"/>
    <w:rsid w:val="00BA02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mo" w:eastAsia="Arimo" w:hAnsi="Arimo" w:cs="Arimo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6713"/>
    <w:pPr>
      <w:widowControl w:val="0"/>
    </w:pPr>
    <w:rPr>
      <w:sz w:val="24"/>
      <w:szCs w:val="24"/>
    </w:rPr>
  </w:style>
  <w:style w:type="paragraph" w:styleId="Heading1">
    <w:name w:val="heading 1"/>
    <w:basedOn w:val="normal0"/>
    <w:next w:val="normal0"/>
    <w:link w:val="Heading1Char"/>
    <w:uiPriority w:val="99"/>
    <w:qFormat/>
    <w:rsid w:val="002D048F"/>
    <w:pPr>
      <w:widowControl/>
      <w:outlineLvl w:val="0"/>
    </w:pPr>
    <w:rPr>
      <w:rFonts w:ascii="Georgia" w:hAnsi="Georgia" w:cs="Georgia"/>
      <w:color w:val="000000"/>
      <w:sz w:val="34"/>
      <w:szCs w:val="34"/>
    </w:rPr>
  </w:style>
  <w:style w:type="paragraph" w:styleId="Heading2">
    <w:name w:val="heading 2"/>
    <w:basedOn w:val="normal0"/>
    <w:next w:val="normal0"/>
    <w:link w:val="Heading2Char"/>
    <w:uiPriority w:val="99"/>
    <w:qFormat/>
    <w:rsid w:val="002D048F"/>
    <w:pPr>
      <w:keepNext/>
      <w:keepLines/>
      <w:widowControl/>
      <w:spacing w:before="200" w:line="276" w:lineRule="auto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Heading3">
    <w:name w:val="heading 3"/>
    <w:basedOn w:val="normal0"/>
    <w:next w:val="normal0"/>
    <w:link w:val="Heading3Char"/>
    <w:uiPriority w:val="99"/>
    <w:qFormat/>
    <w:rsid w:val="002D048F"/>
    <w:pPr>
      <w:keepNext/>
      <w:keepLines/>
      <w:spacing w:before="280" w:after="80"/>
      <w:outlineLvl w:val="2"/>
    </w:pPr>
    <w:rPr>
      <w:b/>
      <w:bCs/>
      <w:sz w:val="28"/>
      <w:szCs w:val="28"/>
    </w:rPr>
  </w:style>
  <w:style w:type="paragraph" w:styleId="Heading4">
    <w:name w:val="heading 4"/>
    <w:basedOn w:val="normal0"/>
    <w:next w:val="normal0"/>
    <w:link w:val="Heading4Char"/>
    <w:uiPriority w:val="99"/>
    <w:qFormat/>
    <w:rsid w:val="002D048F"/>
    <w:pPr>
      <w:keepNext/>
      <w:keepLines/>
      <w:spacing w:before="240" w:after="40"/>
      <w:outlineLvl w:val="3"/>
    </w:pPr>
    <w:rPr>
      <w:b/>
      <w:bCs/>
    </w:rPr>
  </w:style>
  <w:style w:type="paragraph" w:styleId="Heading5">
    <w:name w:val="heading 5"/>
    <w:basedOn w:val="normal0"/>
    <w:next w:val="normal0"/>
    <w:link w:val="Heading5Char"/>
    <w:uiPriority w:val="99"/>
    <w:qFormat/>
    <w:rsid w:val="002D048F"/>
    <w:pPr>
      <w:keepNext/>
      <w:keepLines/>
      <w:spacing w:before="220" w:after="40"/>
      <w:outlineLvl w:val="4"/>
    </w:pPr>
    <w:rPr>
      <w:b/>
      <w:bCs/>
      <w:sz w:val="22"/>
      <w:szCs w:val="22"/>
    </w:rPr>
  </w:style>
  <w:style w:type="paragraph" w:styleId="Heading6">
    <w:name w:val="heading 6"/>
    <w:basedOn w:val="normal0"/>
    <w:next w:val="normal0"/>
    <w:link w:val="Heading6Char"/>
    <w:uiPriority w:val="99"/>
    <w:qFormat/>
    <w:rsid w:val="002D048F"/>
    <w:pPr>
      <w:keepNext/>
      <w:keepLines/>
      <w:spacing w:before="200" w:after="40"/>
      <w:outlineLvl w:val="5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43E7F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43E7F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43E7F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43E7F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43E7F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43E7F"/>
    <w:rPr>
      <w:rFonts w:asciiTheme="minorHAnsi" w:eastAsiaTheme="minorEastAsia" w:hAnsiTheme="minorHAnsi" w:cstheme="minorBidi"/>
      <w:b/>
      <w:bCs/>
    </w:rPr>
  </w:style>
  <w:style w:type="paragraph" w:customStyle="1" w:styleId="normal0">
    <w:name w:val="normal"/>
    <w:uiPriority w:val="99"/>
    <w:rsid w:val="002D048F"/>
    <w:pPr>
      <w:widowControl w:val="0"/>
    </w:pPr>
    <w:rPr>
      <w:sz w:val="24"/>
      <w:szCs w:val="24"/>
    </w:rPr>
  </w:style>
  <w:style w:type="table" w:customStyle="1" w:styleId="TableNormal1">
    <w:name w:val="Table Normal1"/>
    <w:uiPriority w:val="99"/>
    <w:rsid w:val="002D048F"/>
    <w:pPr>
      <w:widowControl w:val="0"/>
    </w:pPr>
    <w:rPr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0"/>
    <w:next w:val="normal0"/>
    <w:link w:val="TitleChar"/>
    <w:uiPriority w:val="99"/>
    <w:qFormat/>
    <w:rsid w:val="002D048F"/>
    <w:pPr>
      <w:keepNext/>
      <w:keepLines/>
      <w:spacing w:before="480" w:after="120"/>
    </w:pPr>
    <w:rPr>
      <w:b/>
      <w:bCs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643E7F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ubtitle">
    <w:name w:val="Subtitle"/>
    <w:basedOn w:val="normal0"/>
    <w:next w:val="normal0"/>
    <w:link w:val="SubtitleChar"/>
    <w:uiPriority w:val="99"/>
    <w:qFormat/>
    <w:rsid w:val="002D048F"/>
    <w:pPr>
      <w:keepNext/>
      <w:keepLines/>
      <w:spacing w:before="360" w:after="80"/>
    </w:pPr>
    <w:rPr>
      <w:rFonts w:ascii="Georgia" w:hAnsi="Georgia" w:cs="Georgia"/>
      <w:i/>
      <w:iCs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643E7F"/>
    <w:rPr>
      <w:rFonts w:asciiTheme="majorHAnsi" w:eastAsiaTheme="majorEastAsia" w:hAnsiTheme="majorHAnsi" w:cstheme="majorBidi"/>
      <w:sz w:val="24"/>
      <w:szCs w:val="24"/>
    </w:rPr>
  </w:style>
  <w:style w:type="table" w:customStyle="1" w:styleId="a">
    <w:name w:val="Стиль"/>
    <w:basedOn w:val="TableNormal1"/>
    <w:uiPriority w:val="99"/>
    <w:rsid w:val="002D048F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7">
    <w:name w:val="Стиль7"/>
    <w:basedOn w:val="TableNormal1"/>
    <w:uiPriority w:val="99"/>
    <w:rsid w:val="002D048F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6">
    <w:name w:val="Стиль6"/>
    <w:basedOn w:val="TableNormal1"/>
    <w:uiPriority w:val="99"/>
    <w:rsid w:val="002D048F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5">
    <w:name w:val="Стиль5"/>
    <w:basedOn w:val="TableNormal1"/>
    <w:uiPriority w:val="99"/>
    <w:rsid w:val="002D048F"/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тиль4"/>
    <w:basedOn w:val="TableNormal1"/>
    <w:uiPriority w:val="99"/>
    <w:rsid w:val="002D048F"/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тиль3"/>
    <w:basedOn w:val="TableNormal1"/>
    <w:uiPriority w:val="99"/>
    <w:rsid w:val="002D048F"/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тиль2"/>
    <w:basedOn w:val="TableNormal1"/>
    <w:uiPriority w:val="99"/>
    <w:rsid w:val="002D048F"/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тиль1"/>
    <w:basedOn w:val="TableNormal1"/>
    <w:uiPriority w:val="99"/>
    <w:rsid w:val="002D048F"/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59</TotalTime>
  <Pages>10</Pages>
  <Words>4025</Words>
  <Characters>22948</Characters>
  <Application>Microsoft Office Outlook</Application>
  <DocSecurity>0</DocSecurity>
  <Lines>0</Lines>
  <Paragraphs>0</Paragraphs>
  <ScaleCrop>false</ScaleCrop>
  <Company>МОУ "Лице №31"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</dc:creator>
  <cp:keywords/>
  <dc:description/>
  <cp:lastModifiedBy>Про</cp:lastModifiedBy>
  <cp:revision>4</cp:revision>
  <dcterms:created xsi:type="dcterms:W3CDTF">2023-09-20T18:13:00Z</dcterms:created>
  <dcterms:modified xsi:type="dcterms:W3CDTF">2023-09-21T08:43:00Z</dcterms:modified>
</cp:coreProperties>
</file>